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right" w:tblpY="8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9"/>
      </w:tblGrid>
      <w:tr w:rsidR="0086389C" w:rsidRPr="005340A7" w14:paraId="2484A9FE" w14:textId="77777777" w:rsidTr="005E674F">
        <w:trPr>
          <w:trHeight w:val="1068"/>
        </w:trPr>
        <w:tc>
          <w:tcPr>
            <w:tcW w:w="7909" w:type="dxa"/>
            <w:shd w:val="clear" w:color="auto" w:fill="D9D9D9"/>
          </w:tcPr>
          <w:p w14:paraId="44D32688" w14:textId="77777777" w:rsidR="0086389C" w:rsidRPr="005340A7" w:rsidRDefault="0086389C" w:rsidP="0086389C">
            <w:pPr>
              <w:pStyle w:val="Titolo7"/>
            </w:pPr>
            <w:r w:rsidRPr="005340A7">
              <w:t xml:space="preserve">DICHIARAZIONE DI PRESENTAZIONE </w:t>
            </w:r>
          </w:p>
          <w:p w14:paraId="737A04F9" w14:textId="77777777" w:rsidR="0086389C" w:rsidRPr="005340A7" w:rsidRDefault="0086389C" w:rsidP="0086389C">
            <w:pPr>
              <w:pStyle w:val="Titolo7"/>
            </w:pPr>
            <w:r w:rsidRPr="005340A7">
              <w:t xml:space="preserve">DI UN CANDIDATO ALLA CARICA DI SINDACO </w:t>
            </w:r>
          </w:p>
          <w:p w14:paraId="2B1DAEEF" w14:textId="77777777" w:rsidR="0086389C" w:rsidRPr="005340A7" w:rsidRDefault="0086389C" w:rsidP="0086389C">
            <w:pPr>
              <w:pStyle w:val="Titolo7"/>
            </w:pPr>
            <w:r w:rsidRPr="005340A7">
              <w:t xml:space="preserve">E DI UNA LISTA DI CANDIDATI ALLA CARICA DI </w:t>
            </w:r>
          </w:p>
          <w:p w14:paraId="2CCCBEA6" w14:textId="77777777" w:rsidR="0086389C" w:rsidRPr="005340A7" w:rsidRDefault="0086389C" w:rsidP="0086389C">
            <w:pPr>
              <w:pStyle w:val="Titolo7"/>
            </w:pPr>
            <w:r w:rsidRPr="005340A7">
              <w:t>CONSIGLIERE COMUNALE</w:t>
            </w:r>
          </w:p>
          <w:p w14:paraId="45BAA625" w14:textId="77777777" w:rsidR="0086389C" w:rsidRPr="005340A7" w:rsidRDefault="0086389C" w:rsidP="0086389C">
            <w:pPr>
              <w:autoSpaceDE w:val="0"/>
              <w:autoSpaceDN w:val="0"/>
              <w:adjustRightInd w:val="0"/>
              <w:spacing w:before="30" w:after="30"/>
              <w:jc w:val="center"/>
              <w:rPr>
                <w:rFonts w:ascii="Arial" w:hAnsi="Arial" w:cs="Arial"/>
                <w:bCs/>
              </w:rPr>
            </w:pPr>
            <w:r w:rsidRPr="005340A7">
              <w:rPr>
                <w:rFonts w:ascii="Arial" w:hAnsi="Arial"/>
                <w:b/>
                <w:bCs/>
                <w:spacing w:val="-6"/>
                <w:szCs w:val="34"/>
              </w:rPr>
              <w:t>per i comuni con popolazione sino a 15.000 abitanti</w:t>
            </w:r>
          </w:p>
        </w:tc>
      </w:tr>
    </w:tbl>
    <w:p w14:paraId="107A32DE" w14:textId="5FD9C1D8" w:rsidR="0086389C" w:rsidRPr="005340A7" w:rsidRDefault="0008584A" w:rsidP="0086389C">
      <w:pPr>
        <w:tabs>
          <w:tab w:val="right" w:leader="dot" w:pos="9639"/>
        </w:tabs>
        <w:autoSpaceDE w:val="0"/>
        <w:autoSpaceDN w:val="0"/>
        <w:adjustRightInd w:val="0"/>
        <w:spacing w:before="3240" w:line="336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5340A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3188D" wp14:editId="1AF90FA4">
                <wp:simplePos x="0" y="0"/>
                <wp:positionH relativeFrom="column">
                  <wp:posOffset>158750</wp:posOffset>
                </wp:positionH>
                <wp:positionV relativeFrom="margin">
                  <wp:posOffset>66675</wp:posOffset>
                </wp:positionV>
                <wp:extent cx="1080135" cy="1080135"/>
                <wp:effectExtent l="13970" t="9525" r="10795" b="5715"/>
                <wp:wrapNone/>
                <wp:docPr id="4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C25969" w14:textId="77777777" w:rsidR="0086389C" w:rsidRDefault="0086389C" w:rsidP="0086389C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6CECF5FF" w14:textId="77777777" w:rsidR="0086389C" w:rsidRPr="00E857B3" w:rsidRDefault="0086389C" w:rsidP="0086389C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r w:rsidRPr="00E857B3">
                              <w:rPr>
                                <w:rFonts w:ascii="Arial Narrow" w:hAnsi="Arial Narrow" w:cs="Arial"/>
                                <w:sz w:val="14"/>
                              </w:rPr>
                              <w:t>contrassegno</w:t>
                            </w:r>
                          </w:p>
                          <w:p w14:paraId="59A62435" w14:textId="77777777" w:rsidR="0086389C" w:rsidRPr="00E857B3" w:rsidRDefault="0086389C" w:rsidP="0086389C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r w:rsidRPr="00E857B3">
                              <w:rPr>
                                <w:rFonts w:ascii="Arial Narrow" w:hAnsi="Arial Narrow" w:cs="Arial"/>
                                <w:sz w:val="14"/>
                              </w:rPr>
                              <w:t>della lista di candidati</w:t>
                            </w:r>
                          </w:p>
                          <w:p w14:paraId="55C7E6BC" w14:textId="77777777" w:rsidR="0086389C" w:rsidRPr="00E857B3" w:rsidRDefault="0086389C" w:rsidP="0086389C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</w:p>
                          <w:p w14:paraId="70EBA032" w14:textId="77777777" w:rsidR="0086389C" w:rsidRPr="00E857B3" w:rsidRDefault="0086389C" w:rsidP="0086389C">
                            <w:pPr>
                              <w:jc w:val="center"/>
                              <w:rPr>
                                <w:rFonts w:ascii="Arial Narrow" w:hAnsi="Arial Narrow" w:cs="Arial"/>
                                <w:sz w:val="14"/>
                              </w:rPr>
                            </w:pPr>
                            <w:proofErr w:type="gramStart"/>
                            <w:r w:rsidRPr="00E857B3">
                              <w:rPr>
                                <w:rFonts w:ascii="Arial" w:hAnsi="Arial" w:cs="Arial"/>
                                <w:sz w:val="14"/>
                              </w:rPr>
                              <w:t>←</w:t>
                            </w:r>
                            <w:r w:rsidRPr="00E857B3">
                              <w:rPr>
                                <w:rFonts w:ascii="Arial Narrow" w:hAnsi="Arial Narrow" w:cs="Arial"/>
                                <w:sz w:val="14"/>
                              </w:rPr>
                              <w:t xml:space="preserve">  3</w:t>
                            </w:r>
                            <w:proofErr w:type="gramEnd"/>
                            <w:r w:rsidRPr="00E857B3">
                              <w:rPr>
                                <w:rFonts w:ascii="Arial Narrow" w:hAnsi="Arial Narrow" w:cs="Arial"/>
                                <w:sz w:val="14"/>
                              </w:rPr>
                              <w:t xml:space="preserve"> cm  </w:t>
                            </w:r>
                            <w:r w:rsidRPr="00E857B3">
                              <w:rPr>
                                <w:rFonts w:ascii="Arial" w:hAnsi="Arial" w:cs="Arial"/>
                                <w:sz w:val="14"/>
                              </w:rPr>
                              <w:t>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53188D" id="Oval 3" o:spid="_x0000_s1026" style="position:absolute;left:0;text-align:left;margin-left:12.5pt;margin-top:5.25pt;width:85.05pt;height:8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">
                <v:textbox>
                  <w:txbxContent>
                    <w:p w14:paraId="5AC25969" w14:textId="77777777" w:rsidR="0086389C" w:rsidRDefault="0086389C" w:rsidP="0086389C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6CECF5FF" w14:textId="77777777" w:rsidR="0086389C" w:rsidRPr="00E857B3" w:rsidRDefault="0086389C" w:rsidP="0086389C">
                      <w:pPr>
                        <w:jc w:val="center"/>
                        <w:rPr>
                          <w:rFonts w:ascii="Arial Narrow" w:hAnsi="Arial Narrow" w:cs="Arial"/>
                          <w:sz w:val="14"/>
                        </w:rPr>
                      </w:pPr>
                      <w:r w:rsidRPr="00E857B3">
                        <w:rPr>
                          <w:rFonts w:ascii="Arial Narrow" w:hAnsi="Arial Narrow" w:cs="Arial"/>
                          <w:sz w:val="14"/>
                        </w:rPr>
                        <w:t>contrassegno</w:t>
                      </w:r>
                    </w:p>
                    <w:p w14:paraId="59A62435" w14:textId="77777777" w:rsidR="0086389C" w:rsidRPr="00E857B3" w:rsidRDefault="0086389C" w:rsidP="0086389C">
                      <w:pPr>
                        <w:jc w:val="center"/>
                        <w:rPr>
                          <w:rFonts w:ascii="Arial Narrow" w:hAnsi="Arial Narrow" w:cs="Arial"/>
                          <w:sz w:val="14"/>
                        </w:rPr>
                      </w:pPr>
                      <w:r w:rsidRPr="00E857B3">
                        <w:rPr>
                          <w:rFonts w:ascii="Arial Narrow" w:hAnsi="Arial Narrow" w:cs="Arial"/>
                          <w:sz w:val="14"/>
                        </w:rPr>
                        <w:t>della lista di candidati</w:t>
                      </w:r>
                    </w:p>
                    <w:p w14:paraId="55C7E6BC" w14:textId="77777777" w:rsidR="0086389C" w:rsidRPr="00E857B3" w:rsidRDefault="0086389C" w:rsidP="0086389C">
                      <w:pPr>
                        <w:jc w:val="center"/>
                        <w:rPr>
                          <w:rFonts w:ascii="Arial Narrow" w:hAnsi="Arial Narrow" w:cs="Arial"/>
                          <w:sz w:val="14"/>
                        </w:rPr>
                      </w:pPr>
                    </w:p>
                    <w:p w14:paraId="70EBA032" w14:textId="77777777" w:rsidR="0086389C" w:rsidRPr="00E857B3" w:rsidRDefault="0086389C" w:rsidP="0086389C">
                      <w:pPr>
                        <w:jc w:val="center"/>
                        <w:rPr>
                          <w:rFonts w:ascii="Arial Narrow" w:hAnsi="Arial Narrow" w:cs="Arial"/>
                          <w:sz w:val="14"/>
                        </w:rPr>
                      </w:pPr>
                      <w:proofErr w:type="gramStart"/>
                      <w:r w:rsidRPr="00E857B3">
                        <w:rPr>
                          <w:rFonts w:ascii="Arial" w:hAnsi="Arial" w:cs="Arial"/>
                          <w:sz w:val="14"/>
                        </w:rPr>
                        <w:t>←</w:t>
                      </w:r>
                      <w:r w:rsidRPr="00E857B3">
                        <w:rPr>
                          <w:rFonts w:ascii="Arial Narrow" w:hAnsi="Arial Narrow" w:cs="Arial"/>
                          <w:sz w:val="14"/>
                        </w:rPr>
                        <w:t xml:space="preserve">  3</w:t>
                      </w:r>
                      <w:proofErr w:type="gramEnd"/>
                      <w:r w:rsidRPr="00E857B3">
                        <w:rPr>
                          <w:rFonts w:ascii="Arial Narrow" w:hAnsi="Arial Narrow" w:cs="Arial"/>
                          <w:sz w:val="14"/>
                        </w:rPr>
                        <w:t xml:space="preserve"> cm  </w:t>
                      </w:r>
                      <w:r w:rsidRPr="00E857B3">
                        <w:rPr>
                          <w:rFonts w:ascii="Arial" w:hAnsi="Arial" w:cs="Arial"/>
                          <w:sz w:val="14"/>
                        </w:rPr>
                        <w:t>→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</w:p>
    <w:p w14:paraId="3AFE2DF7" w14:textId="77777777" w:rsidR="0086389C" w:rsidRPr="005340A7" w:rsidRDefault="0086389C" w:rsidP="0086389C">
      <w:pPr>
        <w:tabs>
          <w:tab w:val="right" w:leader="dot" w:pos="9639"/>
        </w:tabs>
        <w:autoSpaceDE w:val="0"/>
        <w:autoSpaceDN w:val="0"/>
        <w:adjustRightInd w:val="0"/>
        <w:spacing w:before="1200" w:line="336" w:lineRule="auto"/>
        <w:ind w:firstLine="284"/>
        <w:jc w:val="both"/>
        <w:rPr>
          <w:rFonts w:ascii="Arial" w:hAnsi="Arial" w:cs="Arial"/>
          <w:sz w:val="4"/>
          <w:szCs w:val="16"/>
        </w:rPr>
      </w:pPr>
    </w:p>
    <w:p w14:paraId="443622DD" w14:textId="77777777" w:rsidR="0086389C" w:rsidRPr="005340A7" w:rsidRDefault="0086389C" w:rsidP="0086389C">
      <w:pPr>
        <w:tabs>
          <w:tab w:val="right" w:leader="dot" w:pos="10773"/>
        </w:tabs>
        <w:autoSpaceDE w:val="0"/>
        <w:autoSpaceDN w:val="0"/>
        <w:adjustRightInd w:val="0"/>
        <w:spacing w:before="400" w:line="336" w:lineRule="auto"/>
        <w:ind w:firstLine="284"/>
        <w:jc w:val="both"/>
        <w:rPr>
          <w:rFonts w:ascii="Arial" w:hAnsi="Arial" w:cs="Arial"/>
          <w:sz w:val="18"/>
          <w:szCs w:val="16"/>
        </w:rPr>
      </w:pPr>
    </w:p>
    <w:p w14:paraId="6BE452B9" w14:textId="77777777" w:rsidR="0086389C" w:rsidRPr="005340A7" w:rsidRDefault="0086389C" w:rsidP="0086389C">
      <w:pPr>
        <w:tabs>
          <w:tab w:val="right" w:leader="dot" w:pos="10773"/>
        </w:tabs>
        <w:autoSpaceDE w:val="0"/>
        <w:autoSpaceDN w:val="0"/>
        <w:adjustRightInd w:val="0"/>
        <w:spacing w:before="240" w:line="336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I sottoscritti elettori, compresi nelle liste elettorali del Comune di </w:t>
      </w:r>
      <w:r w:rsidR="009104D0" w:rsidRPr="005340A7">
        <w:rPr>
          <w:rFonts w:ascii="Arial" w:eastAsia="MS Mincho" w:hAnsi="Arial"/>
          <w:i/>
          <w:iCs/>
          <w:sz w:val="18"/>
          <w:szCs w:val="18"/>
        </w:rPr>
        <w:fldChar w:fldCharType="begin">
          <w:ffData>
            <w:name w:val="__Comune__1"/>
            <w:enabled/>
            <w:calcOnExit w:val="0"/>
            <w:textInput>
              <w:default w:val=".................................................................................."/>
              <w:format w:val="Iniziali maiuscole"/>
            </w:textInput>
          </w:ffData>
        </w:fldChar>
      </w:r>
      <w:bookmarkStart w:id="0" w:name="__Comune__1"/>
      <w:r w:rsidR="009104D0" w:rsidRPr="005340A7">
        <w:rPr>
          <w:rFonts w:ascii="Arial" w:eastAsia="MS Mincho" w:hAnsi="Arial"/>
          <w:i/>
          <w:iCs/>
          <w:sz w:val="18"/>
          <w:szCs w:val="18"/>
        </w:rPr>
        <w:instrText xml:space="preserve"> FORMTEXT </w:instrText>
      </w:r>
      <w:r w:rsidR="009104D0" w:rsidRPr="005340A7">
        <w:rPr>
          <w:rFonts w:ascii="Arial" w:eastAsia="MS Mincho" w:hAnsi="Arial"/>
          <w:i/>
          <w:iCs/>
          <w:sz w:val="18"/>
          <w:szCs w:val="18"/>
        </w:rPr>
      </w:r>
      <w:r w:rsidR="009104D0" w:rsidRPr="005340A7">
        <w:rPr>
          <w:rFonts w:ascii="Arial" w:eastAsia="MS Mincho" w:hAnsi="Arial"/>
          <w:i/>
          <w:iCs/>
          <w:sz w:val="18"/>
          <w:szCs w:val="18"/>
        </w:rPr>
        <w:fldChar w:fldCharType="separate"/>
      </w:r>
      <w:r w:rsidR="009104D0" w:rsidRPr="005340A7">
        <w:rPr>
          <w:rFonts w:ascii="Arial" w:eastAsia="MS Mincho" w:hAnsi="Arial"/>
          <w:i/>
          <w:iCs/>
          <w:noProof/>
          <w:sz w:val="18"/>
          <w:szCs w:val="18"/>
        </w:rPr>
        <w:t>BELLUSCO</w:t>
      </w:r>
      <w:r w:rsidR="009104D0" w:rsidRPr="005340A7">
        <w:rPr>
          <w:rFonts w:ascii="Arial" w:eastAsia="MS Mincho" w:hAnsi="Arial"/>
          <w:i/>
          <w:iCs/>
          <w:sz w:val="18"/>
          <w:szCs w:val="18"/>
        </w:rPr>
        <w:fldChar w:fldCharType="end"/>
      </w:r>
      <w:bookmarkEnd w:id="0"/>
      <w:r w:rsidRPr="005340A7">
        <w:rPr>
          <w:rFonts w:ascii="Arial" w:hAnsi="Arial" w:cs="Arial"/>
          <w:sz w:val="18"/>
          <w:szCs w:val="18"/>
        </w:rPr>
        <w:t>,</w:t>
      </w:r>
    </w:p>
    <w:p w14:paraId="31466643" w14:textId="21D89B44" w:rsidR="0086389C" w:rsidRPr="005340A7" w:rsidRDefault="0086389C" w:rsidP="0086389C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>nel numero di ………………………, risultante dalle firme debitamente autenticate contenute in questo foglio e in numero ……………… atti separati, nonché da numero ……………… dichiarazioni, rese nelle forme indicate dal secondo comma dell’art. 28 del T.U. 16.05.1960, n. 570, e successive modificazioni,</w:t>
      </w:r>
    </w:p>
    <w:p w14:paraId="74CDF745" w14:textId="77777777" w:rsidR="0086389C" w:rsidRPr="005340A7" w:rsidRDefault="0023257F" w:rsidP="0086389C">
      <w:pPr>
        <w:pStyle w:val="Titolo1"/>
        <w:keepNext w:val="0"/>
        <w:widowControl w:val="0"/>
        <w:spacing w:before="100" w:after="100" w:line="336" w:lineRule="auto"/>
        <w:ind w:left="0"/>
        <w:jc w:val="center"/>
        <w:rPr>
          <w:rFonts w:ascii="Arial" w:hAnsi="Arial" w:cs="Arial"/>
          <w:b w:val="0"/>
          <w:spacing w:val="30"/>
          <w:sz w:val="18"/>
          <w:szCs w:val="16"/>
        </w:rPr>
      </w:pPr>
      <w:r w:rsidRPr="005340A7">
        <w:rPr>
          <w:rFonts w:ascii="Arial" w:hAnsi="Arial" w:cs="Arial"/>
          <w:spacing w:val="30"/>
          <w:sz w:val="18"/>
          <w:szCs w:val="16"/>
        </w:rPr>
        <w:t>DICHIARAN</w:t>
      </w:r>
      <w:r w:rsidR="0086389C" w:rsidRPr="005340A7">
        <w:rPr>
          <w:rFonts w:ascii="Arial" w:hAnsi="Arial" w:cs="Arial"/>
          <w:spacing w:val="30"/>
          <w:sz w:val="18"/>
          <w:szCs w:val="16"/>
        </w:rPr>
        <w:t>O</w:t>
      </w:r>
    </w:p>
    <w:p w14:paraId="1C941797" w14:textId="46C52FAF" w:rsidR="0086389C" w:rsidRPr="005340A7" w:rsidRDefault="0086389C" w:rsidP="0086389C">
      <w:pPr>
        <w:tabs>
          <w:tab w:val="right" w:leader="dot" w:pos="10773"/>
        </w:tabs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spacing w:val="-2"/>
          <w:sz w:val="16"/>
          <w:szCs w:val="16"/>
        </w:rPr>
      </w:pPr>
      <w:r w:rsidRPr="005340A7">
        <w:rPr>
          <w:rFonts w:ascii="Arial" w:hAnsi="Arial" w:cs="Arial"/>
          <w:spacing w:val="-2"/>
          <w:sz w:val="18"/>
          <w:szCs w:val="16"/>
        </w:rPr>
        <w:t>di presentare per l</w:t>
      </w:r>
      <w:r w:rsidR="00FF1D03" w:rsidRPr="005340A7">
        <w:rPr>
          <w:rFonts w:ascii="Arial" w:hAnsi="Arial" w:cs="Arial"/>
          <w:spacing w:val="-2"/>
          <w:sz w:val="18"/>
          <w:szCs w:val="16"/>
        </w:rPr>
        <w:t>’</w:t>
      </w:r>
      <w:r w:rsidRPr="005340A7">
        <w:rPr>
          <w:rFonts w:ascii="Arial" w:hAnsi="Arial" w:cs="Arial"/>
          <w:spacing w:val="-2"/>
          <w:sz w:val="18"/>
          <w:szCs w:val="16"/>
        </w:rPr>
        <w:t xml:space="preserve">elezione del </w:t>
      </w:r>
      <w:r w:rsidR="001A2749" w:rsidRPr="005340A7">
        <w:rPr>
          <w:rFonts w:ascii="Arial" w:hAnsi="Arial" w:cs="Arial"/>
          <w:spacing w:val="-2"/>
          <w:sz w:val="18"/>
          <w:szCs w:val="16"/>
        </w:rPr>
        <w:t>s</w:t>
      </w:r>
      <w:r w:rsidRPr="005340A7">
        <w:rPr>
          <w:rFonts w:ascii="Arial" w:hAnsi="Arial" w:cs="Arial"/>
          <w:spacing w:val="-2"/>
          <w:sz w:val="18"/>
          <w:szCs w:val="16"/>
        </w:rPr>
        <w:t xml:space="preserve">indaco e del </w:t>
      </w:r>
      <w:r w:rsidR="003F0D91" w:rsidRPr="005340A7">
        <w:rPr>
          <w:rFonts w:ascii="Arial" w:hAnsi="Arial" w:cs="Arial"/>
          <w:spacing w:val="-2"/>
          <w:sz w:val="18"/>
          <w:szCs w:val="16"/>
        </w:rPr>
        <w:t>c</w:t>
      </w:r>
      <w:r w:rsidRPr="005340A7">
        <w:rPr>
          <w:rFonts w:ascii="Arial" w:hAnsi="Arial" w:cs="Arial"/>
          <w:spacing w:val="-2"/>
          <w:sz w:val="18"/>
          <w:szCs w:val="16"/>
        </w:rPr>
        <w:t xml:space="preserve">onsiglio comunale del Comune di </w:t>
      </w:r>
      <w:r w:rsidR="009104D0" w:rsidRPr="005340A7">
        <w:rPr>
          <w:rFonts w:ascii="Arial" w:eastAsia="MS Mincho" w:hAnsi="Arial"/>
          <w:i/>
          <w:iCs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"/>
              <w:format w:val="Iniziali maiuscole"/>
            </w:textInput>
          </w:ffData>
        </w:fldChar>
      </w:r>
      <w:r w:rsidR="009104D0" w:rsidRPr="005340A7">
        <w:rPr>
          <w:rFonts w:ascii="Arial" w:eastAsia="MS Mincho" w:hAnsi="Arial"/>
          <w:i/>
          <w:iCs/>
          <w:sz w:val="18"/>
          <w:szCs w:val="18"/>
        </w:rPr>
        <w:instrText xml:space="preserve"> FORMTEXT </w:instrText>
      </w:r>
      <w:r w:rsidR="009104D0" w:rsidRPr="005340A7">
        <w:rPr>
          <w:rFonts w:ascii="Arial" w:eastAsia="MS Mincho" w:hAnsi="Arial"/>
          <w:i/>
          <w:iCs/>
          <w:sz w:val="18"/>
          <w:szCs w:val="18"/>
        </w:rPr>
      </w:r>
      <w:r w:rsidR="009104D0" w:rsidRPr="005340A7">
        <w:rPr>
          <w:rFonts w:ascii="Arial" w:eastAsia="MS Mincho" w:hAnsi="Arial"/>
          <w:i/>
          <w:iCs/>
          <w:sz w:val="18"/>
          <w:szCs w:val="18"/>
        </w:rPr>
        <w:fldChar w:fldCharType="separate"/>
      </w:r>
      <w:r w:rsidR="009104D0" w:rsidRPr="005340A7">
        <w:rPr>
          <w:rFonts w:ascii="Arial" w:eastAsia="MS Mincho" w:hAnsi="Arial"/>
          <w:i/>
          <w:iCs/>
          <w:noProof/>
          <w:sz w:val="18"/>
          <w:szCs w:val="18"/>
        </w:rPr>
        <w:t>...........................................................................</w:t>
      </w:r>
      <w:r w:rsidR="009104D0" w:rsidRPr="005340A7">
        <w:rPr>
          <w:rFonts w:ascii="Arial" w:eastAsia="MS Mincho" w:hAnsi="Arial"/>
          <w:i/>
          <w:iCs/>
          <w:sz w:val="18"/>
          <w:szCs w:val="18"/>
        </w:rPr>
        <w:fldChar w:fldCharType="end"/>
      </w:r>
    </w:p>
    <w:p w14:paraId="7859C9B4" w14:textId="1A715D6C" w:rsidR="0086389C" w:rsidRPr="005340A7" w:rsidRDefault="0086389C" w:rsidP="0086389C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sz w:val="16"/>
          <w:szCs w:val="16"/>
        </w:rPr>
      </w:pPr>
      <w:r w:rsidRPr="005340A7">
        <w:rPr>
          <w:rFonts w:ascii="Arial" w:hAnsi="Arial" w:cs="Arial"/>
          <w:sz w:val="18"/>
          <w:szCs w:val="16"/>
        </w:rPr>
        <w:t>che avrà luogo</w:t>
      </w:r>
      <w:r w:rsidR="002A0D7C" w:rsidRPr="005340A7">
        <w:rPr>
          <w:rFonts w:ascii="Arial" w:hAnsi="Arial" w:cs="Arial"/>
          <w:sz w:val="18"/>
          <w:szCs w:val="16"/>
        </w:rPr>
        <w:t xml:space="preserve"> in data</w:t>
      </w:r>
      <w:r w:rsidRPr="005340A7">
        <w:rPr>
          <w:rFonts w:ascii="Arial" w:hAnsi="Arial" w:cs="Arial"/>
          <w:sz w:val="18"/>
          <w:szCs w:val="16"/>
        </w:rPr>
        <w:t xml:space="preserve"> </w:t>
      </w:r>
      <w:r w:rsidR="009104D0" w:rsidRPr="005340A7">
        <w:rPr>
          <w:rFonts w:ascii="Arial" w:eastAsia="MS Mincho" w:hAnsi="Arial" w:cs="Arial"/>
          <w:sz w:val="18"/>
          <w:szCs w:val="15"/>
        </w:rPr>
        <w:fldChar w:fldCharType="begin">
          <w:ffData>
            <w:name w:val="__Data__"/>
            <w:enabled/>
            <w:calcOnExit w:val="0"/>
            <w:textInput>
              <w:default w:val="……………………………"/>
            </w:textInput>
          </w:ffData>
        </w:fldChar>
      </w:r>
      <w:bookmarkStart w:id="1" w:name="__Data__"/>
      <w:r w:rsidR="009104D0" w:rsidRPr="005340A7">
        <w:rPr>
          <w:rFonts w:ascii="Arial" w:eastAsia="MS Mincho" w:hAnsi="Arial" w:cs="Arial"/>
          <w:sz w:val="18"/>
          <w:szCs w:val="15"/>
        </w:rPr>
        <w:instrText xml:space="preserve"> FORMTEXT </w:instrText>
      </w:r>
      <w:r w:rsidR="009104D0" w:rsidRPr="005340A7">
        <w:rPr>
          <w:rFonts w:ascii="Arial" w:eastAsia="MS Mincho" w:hAnsi="Arial" w:cs="Arial"/>
          <w:sz w:val="18"/>
          <w:szCs w:val="15"/>
        </w:rPr>
      </w:r>
      <w:r w:rsidR="009104D0" w:rsidRPr="005340A7">
        <w:rPr>
          <w:rFonts w:ascii="Arial" w:eastAsia="MS Mincho" w:hAnsi="Arial" w:cs="Arial"/>
          <w:sz w:val="18"/>
          <w:szCs w:val="15"/>
        </w:rPr>
        <w:fldChar w:fldCharType="separate"/>
      </w:r>
      <w:r w:rsidR="009104D0" w:rsidRPr="005340A7">
        <w:rPr>
          <w:rFonts w:ascii="Arial" w:eastAsia="MS Mincho" w:hAnsi="Arial" w:cs="Arial"/>
          <w:noProof/>
          <w:sz w:val="18"/>
          <w:szCs w:val="15"/>
        </w:rPr>
        <w:t>08/06/2024 e 09/06/2024</w:t>
      </w:r>
      <w:r w:rsidR="009104D0" w:rsidRPr="005340A7">
        <w:rPr>
          <w:rFonts w:ascii="Arial" w:eastAsia="MS Mincho" w:hAnsi="Arial" w:cs="Arial"/>
          <w:sz w:val="18"/>
          <w:szCs w:val="15"/>
        </w:rPr>
        <w:fldChar w:fldCharType="end"/>
      </w:r>
      <w:bookmarkEnd w:id="1"/>
      <w:r w:rsidR="00301CCB" w:rsidRPr="005340A7">
        <w:rPr>
          <w:rFonts w:ascii="Arial" w:eastAsia="MS Mincho" w:hAnsi="Arial" w:cs="Arial"/>
          <w:sz w:val="18"/>
          <w:szCs w:val="15"/>
        </w:rPr>
        <w:t xml:space="preserve"> </w:t>
      </w:r>
    </w:p>
    <w:p w14:paraId="279BF408" w14:textId="4050FE5A" w:rsidR="0086389C" w:rsidRPr="005340A7" w:rsidRDefault="0086389C" w:rsidP="0086389C">
      <w:pPr>
        <w:tabs>
          <w:tab w:val="right" w:leader="dot" w:pos="10773"/>
        </w:tabs>
        <w:autoSpaceDE w:val="0"/>
        <w:autoSpaceDN w:val="0"/>
        <w:adjustRightInd w:val="0"/>
        <w:spacing w:before="120" w:after="120" w:line="336" w:lineRule="auto"/>
        <w:ind w:firstLine="284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b/>
          <w:sz w:val="18"/>
          <w:szCs w:val="16"/>
        </w:rPr>
        <w:t>CANDIDATO ALLA CARICA DI SINDACO</w:t>
      </w:r>
      <w:r w:rsidRPr="005340A7">
        <w:rPr>
          <w:rFonts w:ascii="Arial" w:hAnsi="Arial" w:cs="Arial"/>
          <w:sz w:val="18"/>
          <w:szCs w:val="16"/>
        </w:rPr>
        <w:t xml:space="preserve"> il/la 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6389C" w:rsidRPr="005340A7" w14:paraId="7DEC9BC2" w14:textId="77777777" w:rsidTr="005E674F">
        <w:trPr>
          <w:jc w:val="center"/>
        </w:trPr>
        <w:tc>
          <w:tcPr>
            <w:tcW w:w="10912" w:type="dxa"/>
            <w:shd w:val="clear" w:color="auto" w:fill="auto"/>
          </w:tcPr>
          <w:p w14:paraId="24ED9147" w14:textId="77777777" w:rsidR="0086389C" w:rsidRPr="005340A7" w:rsidRDefault="0086389C" w:rsidP="0086389C">
            <w:pPr>
              <w:tabs>
                <w:tab w:val="right" w:leader="dot" w:pos="9391"/>
              </w:tabs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0A7">
              <w:rPr>
                <w:rFonts w:ascii="Arial" w:hAnsi="Arial" w:cs="Arial"/>
                <w:sz w:val="20"/>
                <w:szCs w:val="20"/>
              </w:rPr>
              <w:t xml:space="preserve">Sig./a 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8EB1760" w14:textId="77777777" w:rsidR="0086389C" w:rsidRPr="005340A7" w:rsidRDefault="0086389C" w:rsidP="0086389C">
            <w:pPr>
              <w:tabs>
                <w:tab w:val="right" w:leader="dot" w:pos="7406"/>
                <w:tab w:val="right" w:leader="dot" w:pos="9391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0A7">
              <w:rPr>
                <w:rFonts w:ascii="Arial" w:hAnsi="Arial" w:cs="Arial"/>
                <w:sz w:val="20"/>
                <w:szCs w:val="20"/>
              </w:rPr>
              <w:t xml:space="preserve">nato/a </w:t>
            </w:r>
            <w:proofErr w:type="spellStart"/>
            <w:r w:rsidRPr="005340A7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5340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  <w:t xml:space="preserve"> il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7920522A" w14:textId="77777777" w:rsidR="0086389C" w:rsidRPr="005340A7" w:rsidRDefault="0086389C" w:rsidP="0086389C">
      <w:pPr>
        <w:autoSpaceDE w:val="0"/>
        <w:autoSpaceDN w:val="0"/>
        <w:adjustRightInd w:val="0"/>
        <w:spacing w:before="240" w:after="120"/>
        <w:ind w:firstLine="284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sz w:val="18"/>
          <w:szCs w:val="16"/>
        </w:rPr>
        <w:t>Per la predetta elezione</w:t>
      </w:r>
      <w:r w:rsidR="00301CCB" w:rsidRPr="005340A7">
        <w:rPr>
          <w:rFonts w:ascii="Arial" w:hAnsi="Arial" w:cs="Arial"/>
          <w:sz w:val="18"/>
          <w:szCs w:val="16"/>
        </w:rPr>
        <w:t>,</w:t>
      </w:r>
      <w:r w:rsidRPr="005340A7">
        <w:rPr>
          <w:rFonts w:ascii="Arial" w:hAnsi="Arial" w:cs="Arial"/>
          <w:sz w:val="18"/>
          <w:szCs w:val="16"/>
        </w:rPr>
        <w:t xml:space="preserve"> i sottoscritti elettori dichiarano, altresì, di presentare una </w:t>
      </w:r>
      <w:r w:rsidRPr="005340A7">
        <w:rPr>
          <w:rFonts w:ascii="Arial" w:hAnsi="Arial" w:cs="Arial"/>
          <w:sz w:val="18"/>
          <w:szCs w:val="18"/>
        </w:rPr>
        <w:t xml:space="preserve">lista di numero ………… </w:t>
      </w:r>
      <w:r w:rsidRPr="005340A7">
        <w:rPr>
          <w:rFonts w:ascii="Arial" w:hAnsi="Arial" w:cs="Arial"/>
          <w:b/>
          <w:sz w:val="18"/>
          <w:szCs w:val="18"/>
        </w:rPr>
        <w:t>candidati alla</w:t>
      </w:r>
      <w:r w:rsidRPr="005340A7">
        <w:rPr>
          <w:rFonts w:ascii="Arial" w:hAnsi="Arial" w:cs="Arial"/>
          <w:b/>
          <w:sz w:val="18"/>
          <w:szCs w:val="16"/>
        </w:rPr>
        <w:t xml:space="preserve"> carica di consigliere comunale</w:t>
      </w:r>
      <w:r w:rsidRPr="005340A7">
        <w:rPr>
          <w:rFonts w:ascii="Arial" w:hAnsi="Arial" w:cs="Arial"/>
          <w:sz w:val="18"/>
          <w:szCs w:val="16"/>
        </w:rPr>
        <w:t xml:space="preserve"> nelle persone e nell’ordine seguenti (</w:t>
      </w:r>
      <w:r w:rsidRPr="005340A7">
        <w:rPr>
          <w:rStyle w:val="Rimandonotaapidipagina"/>
          <w:rFonts w:ascii="Arial" w:hAnsi="Arial" w:cs="Arial"/>
          <w:sz w:val="18"/>
          <w:szCs w:val="16"/>
          <w:vertAlign w:val="baseline"/>
        </w:rPr>
        <w:footnoteReference w:id="1"/>
      </w:r>
      <w:r w:rsidRPr="005340A7">
        <w:rPr>
          <w:rFonts w:ascii="Arial" w:hAnsi="Arial" w:cs="Arial"/>
          <w:sz w:val="18"/>
          <w:szCs w:val="16"/>
        </w:rPr>
        <w:t>):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376"/>
        <w:gridCol w:w="2377"/>
        <w:gridCol w:w="4119"/>
        <w:gridCol w:w="1267"/>
      </w:tblGrid>
      <w:tr w:rsidR="0086389C" w:rsidRPr="005340A7" w14:paraId="14291D5D" w14:textId="77777777" w:rsidTr="003E4400">
        <w:trPr>
          <w:trHeight w:val="284"/>
          <w:jc w:val="center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7FD1CA7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proofErr w:type="spellStart"/>
            <w:r w:rsidRPr="005340A7">
              <w:rPr>
                <w:rFonts w:ascii="Arial" w:hAnsi="Arial" w:cs="Arial"/>
                <w:sz w:val="18"/>
                <w:szCs w:val="21"/>
              </w:rPr>
              <w:t>Num</w:t>
            </w:r>
            <w:proofErr w:type="spellEnd"/>
            <w:r w:rsidRPr="005340A7">
              <w:rPr>
                <w:rFonts w:ascii="Arial" w:hAnsi="Arial" w:cs="Arial"/>
                <w:sz w:val="18"/>
                <w:szCs w:val="21"/>
              </w:rPr>
              <w:t>.</w:t>
            </w:r>
          </w:p>
          <w:p w14:paraId="74411532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d’</w:t>
            </w:r>
            <w:proofErr w:type="spellStart"/>
            <w:r w:rsidRPr="005340A7">
              <w:rPr>
                <w:rFonts w:ascii="Arial" w:hAnsi="Arial" w:cs="Arial"/>
                <w:sz w:val="18"/>
                <w:szCs w:val="21"/>
              </w:rPr>
              <w:t>ord</w:t>
            </w:r>
            <w:proofErr w:type="spellEnd"/>
            <w:r w:rsidRPr="005340A7">
              <w:rPr>
                <w:rFonts w:ascii="Arial" w:hAnsi="Arial" w:cs="Arial"/>
                <w:sz w:val="18"/>
                <w:szCs w:val="21"/>
              </w:rPr>
              <w:t>.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</w:tcBorders>
            <w:vAlign w:val="center"/>
          </w:tcPr>
          <w:p w14:paraId="7FD719E5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17"/>
              </w:rPr>
              <w:t>NOME</w:t>
            </w:r>
          </w:p>
        </w:tc>
        <w:tc>
          <w:tcPr>
            <w:tcW w:w="2377" w:type="dxa"/>
            <w:vMerge w:val="restart"/>
            <w:tcBorders>
              <w:top w:val="single" w:sz="8" w:space="0" w:color="auto"/>
            </w:tcBorders>
            <w:vAlign w:val="center"/>
          </w:tcPr>
          <w:p w14:paraId="7A095468" w14:textId="77777777" w:rsidR="0086389C" w:rsidRPr="005340A7" w:rsidRDefault="003E4400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17"/>
              </w:rPr>
              <w:t>COGN</w:t>
            </w:r>
            <w:r w:rsidR="0086389C" w:rsidRPr="005340A7">
              <w:rPr>
                <w:rFonts w:ascii="Arial" w:hAnsi="Arial" w:cs="Arial"/>
                <w:sz w:val="18"/>
                <w:szCs w:val="17"/>
              </w:rPr>
              <w:t>OME</w:t>
            </w:r>
          </w:p>
        </w:tc>
        <w:tc>
          <w:tcPr>
            <w:tcW w:w="538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2F8217A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17"/>
              </w:rPr>
              <w:t>N A S C I T A</w:t>
            </w:r>
          </w:p>
        </w:tc>
      </w:tr>
      <w:tr w:rsidR="0086389C" w:rsidRPr="005340A7" w14:paraId="5F835F8A" w14:textId="77777777" w:rsidTr="003E4400">
        <w:trPr>
          <w:trHeight w:val="284"/>
          <w:jc w:val="center"/>
        </w:trPr>
        <w:tc>
          <w:tcPr>
            <w:tcW w:w="6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8583CAD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376" w:type="dxa"/>
            <w:vMerge/>
            <w:tcBorders>
              <w:bottom w:val="single" w:sz="4" w:space="0" w:color="auto"/>
            </w:tcBorders>
            <w:vAlign w:val="center"/>
          </w:tcPr>
          <w:p w14:paraId="3C1C5BB1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  <w:vAlign w:val="center"/>
          </w:tcPr>
          <w:p w14:paraId="26F65A89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21"/>
              </w:rPr>
            </w:pPr>
          </w:p>
        </w:tc>
        <w:tc>
          <w:tcPr>
            <w:tcW w:w="4119" w:type="dxa"/>
            <w:tcBorders>
              <w:bottom w:val="single" w:sz="4" w:space="0" w:color="auto"/>
            </w:tcBorders>
            <w:vAlign w:val="center"/>
          </w:tcPr>
          <w:p w14:paraId="53FC0D50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17"/>
              </w:rPr>
              <w:t>LUOGO</w:t>
            </w:r>
          </w:p>
        </w:tc>
        <w:tc>
          <w:tcPr>
            <w:tcW w:w="1267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797A436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17"/>
              </w:rPr>
              <w:t>DATA</w:t>
            </w:r>
          </w:p>
        </w:tc>
      </w:tr>
      <w:tr w:rsidR="0086389C" w:rsidRPr="005340A7" w14:paraId="26DF5285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14:paraId="4DF52C9D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1</w:t>
            </w:r>
          </w:p>
        </w:tc>
        <w:tc>
          <w:tcPr>
            <w:tcW w:w="2376" w:type="dxa"/>
            <w:tcBorders>
              <w:bottom w:val="dotted" w:sz="4" w:space="0" w:color="auto"/>
            </w:tcBorders>
            <w:vAlign w:val="center"/>
          </w:tcPr>
          <w:p w14:paraId="51BD6A10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bottom w:val="dotted" w:sz="4" w:space="0" w:color="auto"/>
            </w:tcBorders>
            <w:vAlign w:val="center"/>
          </w:tcPr>
          <w:p w14:paraId="6A9AB849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bottom w:val="dotted" w:sz="4" w:space="0" w:color="auto"/>
            </w:tcBorders>
            <w:vAlign w:val="center"/>
          </w:tcPr>
          <w:p w14:paraId="4C9CA581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30862FAA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5AC433CB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06D6FE9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2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6B354E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E8CE3F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3D29B8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37641B9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004F0125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403C791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3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0BD0D5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5735F9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BE6CF2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066516F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308AFFCD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1EB988B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4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47FDDC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E2E8C4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088D2F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11CFFB7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12E19FBE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F8419A9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5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D95F74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2FD708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592B57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0E095DB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69EDD25A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4BA03CD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6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30D020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AD30D2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36AFEC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E07BD16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0591924F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3ABACF8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7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17A3F9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FA674A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5967F0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6F524CD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5718DCD1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CA69F44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8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38C0E1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C5507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66A67D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30DE50C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4AF331DA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FDC277F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9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E430B7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DC6CE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309D15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B071D13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1C6D799E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ECC4AC4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10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5D217D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DA7B9F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C559FA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319B625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7C228659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EDF6383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11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F96C82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C4A1D9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81EDE1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28FA7BB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65AA03D6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389073B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12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E748DC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E30560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520B78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38EBB09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20F6BE74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6621217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13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5CE508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CB343A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9F8A7C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69082CC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6E4BA54B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4F522CF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14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4541A8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F4976E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624927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99D301E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07CE0104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7112980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15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720C10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457F40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2FB85C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CC0496F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  <w:tr w:rsidR="0086389C" w:rsidRPr="005340A7" w14:paraId="6C8BC509" w14:textId="77777777" w:rsidTr="003E4400">
        <w:trPr>
          <w:trHeight w:hRule="exact" w:val="397"/>
          <w:jc w:val="center"/>
        </w:trPr>
        <w:tc>
          <w:tcPr>
            <w:tcW w:w="6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0509BA31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  <w:r w:rsidRPr="005340A7">
              <w:rPr>
                <w:rFonts w:ascii="Arial" w:hAnsi="Arial" w:cs="Arial"/>
                <w:sz w:val="18"/>
                <w:szCs w:val="21"/>
              </w:rPr>
              <w:t>16</w:t>
            </w:r>
          </w:p>
        </w:tc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38A511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217104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41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F9793F" w14:textId="77777777" w:rsidR="0086389C" w:rsidRPr="005340A7" w:rsidRDefault="0086389C" w:rsidP="008638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1"/>
              </w:rPr>
            </w:pPr>
          </w:p>
        </w:tc>
        <w:tc>
          <w:tcPr>
            <w:tcW w:w="1267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3AD5B13" w14:textId="77777777" w:rsidR="0086389C" w:rsidRPr="005340A7" w:rsidRDefault="0086389C" w:rsidP="00863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1"/>
              </w:rPr>
            </w:pPr>
          </w:p>
        </w:tc>
      </w:tr>
    </w:tbl>
    <w:p w14:paraId="4912E201" w14:textId="77777777" w:rsidR="0086389C" w:rsidRPr="005340A7" w:rsidRDefault="0086389C" w:rsidP="0086389C">
      <w:pPr>
        <w:spacing w:after="120"/>
        <w:rPr>
          <w:rFonts w:ascii="Arial" w:hAnsi="Arial" w:cs="Arial"/>
          <w:sz w:val="18"/>
        </w:rPr>
      </w:pPr>
      <w:r w:rsidRPr="005340A7">
        <w:br w:type="page"/>
      </w:r>
      <w:r w:rsidRPr="005340A7">
        <w:rPr>
          <w:rFonts w:ascii="Arial" w:hAnsi="Arial" w:cs="Arial"/>
          <w:sz w:val="18"/>
        </w:rPr>
        <w:lastRenderedPageBreak/>
        <w:t xml:space="preserve">La lista si contraddistingue con il seguente </w:t>
      </w:r>
      <w:r w:rsidRPr="005340A7">
        <w:rPr>
          <w:rFonts w:ascii="Arial" w:hAnsi="Arial" w:cs="Arial"/>
          <w:b/>
          <w:sz w:val="18"/>
        </w:rPr>
        <w:t>CONTRASSEGNO</w:t>
      </w:r>
      <w:r w:rsidRPr="005340A7">
        <w:rPr>
          <w:rFonts w:ascii="Arial" w:hAnsi="Arial" w:cs="Arial"/>
          <w:sz w:val="18"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757"/>
      </w:tblGrid>
      <w:tr w:rsidR="0086389C" w:rsidRPr="005340A7" w14:paraId="6052C4FB" w14:textId="77777777" w:rsidTr="005E674F">
        <w:tc>
          <w:tcPr>
            <w:tcW w:w="10912" w:type="dxa"/>
            <w:shd w:val="clear" w:color="auto" w:fill="auto"/>
          </w:tcPr>
          <w:p w14:paraId="74752464" w14:textId="77777777" w:rsidR="0086389C" w:rsidRPr="005340A7" w:rsidRDefault="0086389C" w:rsidP="0086389C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280" w:line="36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5340A7">
              <w:rPr>
                <w:rFonts w:ascii="Arial" w:hAnsi="Arial" w:cs="Arial"/>
                <w:sz w:val="16"/>
                <w:szCs w:val="20"/>
              </w:rPr>
              <w:tab/>
            </w:r>
          </w:p>
          <w:p w14:paraId="4D01FCF9" w14:textId="77777777" w:rsidR="0086389C" w:rsidRPr="005340A7" w:rsidRDefault="0086389C" w:rsidP="0086389C">
            <w:pPr>
              <w:tabs>
                <w:tab w:val="right" w:leader="dot" w:pos="10773"/>
              </w:tabs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5340A7">
              <w:rPr>
                <w:rFonts w:ascii="Arial" w:hAnsi="Arial" w:cs="Arial"/>
                <w:sz w:val="16"/>
                <w:szCs w:val="20"/>
              </w:rPr>
              <w:tab/>
            </w:r>
          </w:p>
        </w:tc>
      </w:tr>
    </w:tbl>
    <w:p w14:paraId="625BB9EE" w14:textId="68B551FA" w:rsidR="0086389C" w:rsidRPr="005340A7" w:rsidRDefault="00DE568C" w:rsidP="0086389C">
      <w:pPr>
        <w:tabs>
          <w:tab w:val="right" w:leader="dot" w:pos="10773"/>
        </w:tabs>
        <w:autoSpaceDE w:val="0"/>
        <w:autoSpaceDN w:val="0"/>
        <w:adjustRightInd w:val="0"/>
        <w:spacing w:before="180" w:after="120"/>
        <w:jc w:val="both"/>
        <w:rPr>
          <w:rFonts w:ascii="Arial" w:hAnsi="Arial" w:cs="Arial"/>
          <w:b/>
          <w:bCs/>
          <w:sz w:val="18"/>
          <w:szCs w:val="16"/>
        </w:rPr>
      </w:pPr>
      <w:r w:rsidRPr="005340A7">
        <w:rPr>
          <w:rFonts w:ascii="Arial" w:hAnsi="Arial" w:cs="Arial"/>
          <w:b/>
          <w:bCs/>
          <w:sz w:val="18"/>
          <w:szCs w:val="16"/>
        </w:rPr>
        <w:t>DELEGANO: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6389C" w:rsidRPr="005340A7" w14:paraId="076B7A99" w14:textId="77777777" w:rsidTr="005E674F">
        <w:trPr>
          <w:jc w:val="center"/>
        </w:trPr>
        <w:tc>
          <w:tcPr>
            <w:tcW w:w="10912" w:type="dxa"/>
            <w:shd w:val="clear" w:color="auto" w:fill="auto"/>
          </w:tcPr>
          <w:p w14:paraId="73F8DD1D" w14:textId="42395C32" w:rsidR="0086389C" w:rsidRPr="005340A7" w:rsidRDefault="00DE568C" w:rsidP="00E030AB">
            <w:pPr>
              <w:tabs>
                <w:tab w:val="right" w:leader="dot" w:pos="9391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0A7">
              <w:rPr>
                <w:rFonts w:ascii="Arial" w:hAnsi="Arial" w:cs="Arial"/>
                <w:sz w:val="20"/>
                <w:szCs w:val="20"/>
              </w:rPr>
              <w:t xml:space="preserve">il/la </w:t>
            </w:r>
            <w:r w:rsidR="0086389C" w:rsidRPr="005340A7">
              <w:rPr>
                <w:rFonts w:ascii="Arial" w:hAnsi="Arial" w:cs="Arial"/>
                <w:sz w:val="20"/>
                <w:szCs w:val="20"/>
              </w:rPr>
              <w:t xml:space="preserve">Sig./a </w:t>
            </w:r>
            <w:r w:rsidR="0086389C" w:rsidRPr="005340A7">
              <w:rPr>
                <w:rFonts w:ascii="Arial" w:hAnsi="Arial" w:cs="Arial"/>
                <w:sz w:val="16"/>
                <w:szCs w:val="20"/>
              </w:rPr>
              <w:tab/>
            </w:r>
          </w:p>
          <w:p w14:paraId="2D4792D4" w14:textId="77777777" w:rsidR="0086389C" w:rsidRPr="005340A7" w:rsidRDefault="0086389C" w:rsidP="00E030AB">
            <w:pPr>
              <w:tabs>
                <w:tab w:val="right" w:leader="dot" w:pos="7406"/>
                <w:tab w:val="right" w:leader="dot" w:pos="9391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0A7">
              <w:rPr>
                <w:rFonts w:ascii="Arial" w:hAnsi="Arial" w:cs="Arial"/>
                <w:sz w:val="20"/>
                <w:szCs w:val="20"/>
              </w:rPr>
              <w:t xml:space="preserve">nato/a </w:t>
            </w:r>
            <w:proofErr w:type="spellStart"/>
            <w:r w:rsidRPr="005340A7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5340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A7">
              <w:rPr>
                <w:rFonts w:ascii="Arial" w:hAnsi="Arial" w:cs="Arial"/>
                <w:sz w:val="16"/>
                <w:szCs w:val="20"/>
              </w:rPr>
              <w:tab/>
            </w:r>
            <w:r w:rsidRPr="005340A7">
              <w:rPr>
                <w:rFonts w:ascii="Arial" w:hAnsi="Arial" w:cs="Arial"/>
                <w:sz w:val="20"/>
                <w:szCs w:val="20"/>
              </w:rPr>
              <w:t xml:space="preserve"> il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DD89B12" w14:textId="77777777" w:rsidR="0086389C" w:rsidRPr="005340A7" w:rsidRDefault="0086389C" w:rsidP="00E030AB">
            <w:pPr>
              <w:tabs>
                <w:tab w:val="right" w:leader="dot" w:pos="9391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0A7">
              <w:rPr>
                <w:rFonts w:ascii="Arial" w:hAnsi="Arial" w:cs="Arial"/>
                <w:sz w:val="20"/>
                <w:szCs w:val="20"/>
              </w:rPr>
              <w:t xml:space="preserve">e domiciliato/a in 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69C1C306" w14:textId="40A4A307" w:rsidR="0086389C" w:rsidRPr="005340A7" w:rsidRDefault="0086389C" w:rsidP="00E030AB">
            <w:pPr>
              <w:tabs>
                <w:tab w:val="right" w:leader="dot" w:pos="9391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0A7">
              <w:rPr>
                <w:rFonts w:ascii="Arial" w:hAnsi="Arial" w:cs="Arial"/>
                <w:sz w:val="20"/>
                <w:szCs w:val="20"/>
              </w:rPr>
              <w:t xml:space="preserve">e il/la Sig./a 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963B3F1" w14:textId="77777777" w:rsidR="0086389C" w:rsidRPr="005340A7" w:rsidRDefault="0086389C" w:rsidP="00E030AB">
            <w:pPr>
              <w:tabs>
                <w:tab w:val="right" w:leader="dot" w:pos="7406"/>
                <w:tab w:val="right" w:leader="dot" w:pos="9391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0A7">
              <w:rPr>
                <w:rFonts w:ascii="Arial" w:hAnsi="Arial" w:cs="Arial"/>
                <w:sz w:val="20"/>
                <w:szCs w:val="20"/>
              </w:rPr>
              <w:t xml:space="preserve">nato/a </w:t>
            </w:r>
            <w:proofErr w:type="spellStart"/>
            <w:r w:rsidRPr="005340A7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5340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  <w:t xml:space="preserve"> il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0FAFA92" w14:textId="77777777" w:rsidR="0086389C" w:rsidRPr="005340A7" w:rsidRDefault="0086389C" w:rsidP="00E030AB">
            <w:pPr>
              <w:tabs>
                <w:tab w:val="right" w:leader="dot" w:pos="9391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0A7">
              <w:rPr>
                <w:rFonts w:ascii="Arial" w:hAnsi="Arial" w:cs="Arial"/>
                <w:sz w:val="20"/>
                <w:szCs w:val="20"/>
              </w:rPr>
              <w:t xml:space="preserve">e domiciliato/a in </w:t>
            </w:r>
            <w:r w:rsidRPr="005340A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414B04F7" w14:textId="24727A24" w:rsidR="0086389C" w:rsidRPr="005340A7" w:rsidRDefault="0086389C" w:rsidP="0086389C">
      <w:pPr>
        <w:tabs>
          <w:tab w:val="right" w:leader="dot" w:pos="9639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spacing w:val="1"/>
          <w:sz w:val="18"/>
          <w:szCs w:val="16"/>
        </w:rPr>
        <w:t>i/le quali possono assistere, su convocazione della Commissione elettorale circondariale, alle operazioni di</w:t>
      </w:r>
      <w:r w:rsidRPr="005340A7">
        <w:rPr>
          <w:rFonts w:ascii="Arial" w:hAnsi="Arial" w:cs="Arial"/>
          <w:sz w:val="18"/>
          <w:szCs w:val="16"/>
        </w:rPr>
        <w:t xml:space="preserve"> </w:t>
      </w:r>
      <w:r w:rsidRPr="005340A7">
        <w:rPr>
          <w:rFonts w:ascii="Arial" w:hAnsi="Arial" w:cs="Arial"/>
          <w:spacing w:val="-2"/>
          <w:sz w:val="18"/>
          <w:szCs w:val="16"/>
        </w:rPr>
        <w:t xml:space="preserve">sorteggio del numero progressivo da assegnare a ciascun candidato alla carica di </w:t>
      </w:r>
      <w:r w:rsidR="009976EE" w:rsidRPr="005340A7">
        <w:rPr>
          <w:rFonts w:ascii="Arial" w:hAnsi="Arial" w:cs="Arial"/>
          <w:spacing w:val="-2"/>
          <w:sz w:val="18"/>
          <w:szCs w:val="16"/>
        </w:rPr>
        <w:t>s</w:t>
      </w:r>
      <w:r w:rsidR="00C42793" w:rsidRPr="005340A7">
        <w:rPr>
          <w:rFonts w:ascii="Arial" w:hAnsi="Arial" w:cs="Arial"/>
          <w:spacing w:val="-2"/>
          <w:sz w:val="18"/>
          <w:szCs w:val="16"/>
        </w:rPr>
        <w:t>indaco</w:t>
      </w:r>
      <w:r w:rsidRPr="005340A7">
        <w:rPr>
          <w:rFonts w:ascii="Arial" w:hAnsi="Arial" w:cs="Arial"/>
          <w:spacing w:val="-2"/>
          <w:sz w:val="18"/>
          <w:szCs w:val="16"/>
        </w:rPr>
        <w:t xml:space="preserve"> ammesso e hanno</w:t>
      </w:r>
      <w:r w:rsidRPr="005340A7">
        <w:rPr>
          <w:rFonts w:ascii="Arial" w:hAnsi="Arial" w:cs="Arial"/>
          <w:sz w:val="18"/>
          <w:szCs w:val="16"/>
        </w:rPr>
        <w:t xml:space="preserve"> la facoltà di designare i rappresentanti della lista presso ogni seggio elettorale.</w:t>
      </w:r>
    </w:p>
    <w:p w14:paraId="760A5936" w14:textId="55EB4E45" w:rsidR="0086389C" w:rsidRPr="005340A7" w:rsidRDefault="0086389C" w:rsidP="0086389C">
      <w:pPr>
        <w:autoSpaceDE w:val="0"/>
        <w:autoSpaceDN w:val="0"/>
        <w:adjustRightInd w:val="0"/>
        <w:spacing w:before="60"/>
        <w:ind w:firstLine="284"/>
        <w:jc w:val="both"/>
        <w:rPr>
          <w:rFonts w:ascii="Arial" w:hAnsi="Arial" w:cs="Arial"/>
          <w:spacing w:val="-2"/>
          <w:sz w:val="18"/>
          <w:szCs w:val="16"/>
        </w:rPr>
      </w:pPr>
      <w:r w:rsidRPr="005340A7">
        <w:rPr>
          <w:rFonts w:ascii="Arial" w:hAnsi="Arial" w:cs="Arial"/>
          <w:spacing w:val="-2"/>
          <w:sz w:val="18"/>
          <w:szCs w:val="16"/>
        </w:rPr>
        <w:t xml:space="preserve">Dichiarano, inoltre, di </w:t>
      </w:r>
      <w:r w:rsidRPr="005340A7">
        <w:rPr>
          <w:rFonts w:ascii="Arial" w:hAnsi="Arial" w:cs="Arial"/>
          <w:b/>
          <w:spacing w:val="-2"/>
          <w:sz w:val="18"/>
          <w:szCs w:val="16"/>
        </w:rPr>
        <w:t>non aver sottoscritto</w:t>
      </w:r>
      <w:r w:rsidRPr="005340A7">
        <w:rPr>
          <w:rFonts w:ascii="Arial" w:hAnsi="Arial" w:cs="Arial"/>
          <w:spacing w:val="-2"/>
          <w:sz w:val="18"/>
          <w:szCs w:val="16"/>
        </w:rPr>
        <w:t>, per l</w:t>
      </w:r>
      <w:r w:rsidR="00396075" w:rsidRPr="005340A7">
        <w:rPr>
          <w:rFonts w:ascii="Arial" w:hAnsi="Arial" w:cs="Arial"/>
          <w:spacing w:val="-2"/>
          <w:sz w:val="18"/>
          <w:szCs w:val="16"/>
        </w:rPr>
        <w:t>’</w:t>
      </w:r>
      <w:r w:rsidRPr="005340A7">
        <w:rPr>
          <w:rFonts w:ascii="Arial" w:hAnsi="Arial" w:cs="Arial"/>
          <w:spacing w:val="-2"/>
          <w:sz w:val="18"/>
          <w:szCs w:val="16"/>
        </w:rPr>
        <w:t xml:space="preserve">elezione di cui trattasi, </w:t>
      </w:r>
      <w:r w:rsidRPr="005340A7">
        <w:rPr>
          <w:rFonts w:ascii="Arial" w:hAnsi="Arial" w:cs="Arial"/>
          <w:b/>
          <w:spacing w:val="-2"/>
          <w:sz w:val="18"/>
          <w:szCs w:val="16"/>
        </w:rPr>
        <w:t>altra presentazione di candidatura</w:t>
      </w:r>
      <w:r w:rsidRPr="005340A7">
        <w:rPr>
          <w:rFonts w:ascii="Arial" w:hAnsi="Arial" w:cs="Arial"/>
          <w:spacing w:val="-2"/>
          <w:sz w:val="18"/>
          <w:szCs w:val="16"/>
        </w:rPr>
        <w:t>.</w:t>
      </w:r>
    </w:p>
    <w:p w14:paraId="060D5286" w14:textId="77EE42E0" w:rsidR="0086389C" w:rsidRPr="005340A7" w:rsidRDefault="0086389C" w:rsidP="0086389C">
      <w:pPr>
        <w:autoSpaceDE w:val="0"/>
        <w:autoSpaceDN w:val="0"/>
        <w:adjustRightInd w:val="0"/>
        <w:spacing w:before="60"/>
        <w:ind w:firstLine="284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b/>
          <w:sz w:val="18"/>
          <w:szCs w:val="16"/>
        </w:rPr>
        <w:t>A corredo della presente</w:t>
      </w:r>
      <w:r w:rsidR="00B41F14" w:rsidRPr="005340A7">
        <w:rPr>
          <w:rFonts w:ascii="Arial" w:hAnsi="Arial" w:cs="Arial"/>
          <w:b/>
          <w:sz w:val="18"/>
          <w:szCs w:val="16"/>
        </w:rPr>
        <w:t>,</w:t>
      </w:r>
      <w:r w:rsidRPr="005340A7">
        <w:rPr>
          <w:rFonts w:ascii="Arial" w:hAnsi="Arial" w:cs="Arial"/>
          <w:b/>
          <w:sz w:val="18"/>
          <w:szCs w:val="16"/>
        </w:rPr>
        <w:t xml:space="preserve"> uniscono</w:t>
      </w:r>
      <w:r w:rsidRPr="005340A7">
        <w:rPr>
          <w:rFonts w:ascii="Arial" w:hAnsi="Arial" w:cs="Arial"/>
          <w:sz w:val="18"/>
          <w:szCs w:val="16"/>
        </w:rPr>
        <w:t>:</w:t>
      </w:r>
    </w:p>
    <w:p w14:paraId="4823935B" w14:textId="77777777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pacing w:val="-3"/>
          <w:sz w:val="18"/>
          <w:szCs w:val="18"/>
        </w:rPr>
        <w:t>numero ………. certificati, dei quali numero ……... collettivi, comprovanti l</w:t>
      </w:r>
      <w:r w:rsidR="00301CCB" w:rsidRPr="005340A7">
        <w:rPr>
          <w:rFonts w:ascii="Arial" w:hAnsi="Arial" w:cs="Arial"/>
          <w:spacing w:val="-3"/>
          <w:sz w:val="18"/>
          <w:szCs w:val="18"/>
        </w:rPr>
        <w:t>’</w:t>
      </w:r>
      <w:r w:rsidRPr="005340A7">
        <w:rPr>
          <w:rFonts w:ascii="Arial" w:hAnsi="Arial" w:cs="Arial"/>
          <w:spacing w:val="-3"/>
          <w:sz w:val="18"/>
          <w:szCs w:val="18"/>
        </w:rPr>
        <w:t>iscrizione dei presentatori</w:t>
      </w:r>
      <w:r w:rsidRPr="005340A7">
        <w:rPr>
          <w:rFonts w:ascii="Arial" w:hAnsi="Arial" w:cs="Arial"/>
          <w:sz w:val="18"/>
          <w:szCs w:val="18"/>
        </w:rPr>
        <w:t xml:space="preserve"> nelle liste elettorali del Comune;</w:t>
      </w:r>
    </w:p>
    <w:p w14:paraId="17D8D823" w14:textId="026FF09E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dichiarazione di accettazione della candidatura alla carica di </w:t>
      </w:r>
      <w:r w:rsidR="009976EE" w:rsidRPr="005340A7">
        <w:rPr>
          <w:rFonts w:ascii="Arial" w:hAnsi="Arial" w:cs="Arial"/>
          <w:sz w:val="18"/>
          <w:szCs w:val="18"/>
        </w:rPr>
        <w:t>s</w:t>
      </w:r>
      <w:r w:rsidR="00C42793" w:rsidRPr="005340A7">
        <w:rPr>
          <w:rFonts w:ascii="Arial" w:hAnsi="Arial" w:cs="Arial"/>
          <w:sz w:val="18"/>
          <w:szCs w:val="18"/>
        </w:rPr>
        <w:t>indaco</w:t>
      </w:r>
      <w:r w:rsidRPr="005340A7">
        <w:rPr>
          <w:rFonts w:ascii="Arial" w:hAnsi="Arial" w:cs="Arial"/>
          <w:sz w:val="18"/>
          <w:szCs w:val="18"/>
        </w:rPr>
        <w:t xml:space="preserve">, firmata e autenticata, contenente anche la dichiarazione sostitutiva attestante l’insussistenza della situazione di incandidabilità a norma degli articoli 10 e 12 del </w:t>
      </w:r>
      <w:r w:rsidR="00432D94" w:rsidRPr="005340A7">
        <w:rPr>
          <w:rFonts w:ascii="Arial" w:hAnsi="Arial" w:cs="Arial"/>
          <w:sz w:val="18"/>
          <w:szCs w:val="18"/>
        </w:rPr>
        <w:t>D.Lgs</w:t>
      </w:r>
      <w:r w:rsidRPr="005340A7">
        <w:rPr>
          <w:rFonts w:ascii="Arial" w:hAnsi="Arial" w:cs="Arial"/>
          <w:sz w:val="18"/>
          <w:szCs w:val="18"/>
        </w:rPr>
        <w:t>. 31 dicembre 2012, n. 235;</w:t>
      </w:r>
    </w:p>
    <w:p w14:paraId="74E87487" w14:textId="616B822F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numero </w:t>
      </w:r>
      <w:proofErr w:type="gramStart"/>
      <w:r w:rsidRPr="005340A7">
        <w:rPr>
          <w:rFonts w:ascii="Arial" w:hAnsi="Arial" w:cs="Arial"/>
          <w:sz w:val="18"/>
          <w:szCs w:val="18"/>
        </w:rPr>
        <w:t>…….</w:t>
      </w:r>
      <w:proofErr w:type="gramEnd"/>
      <w:r w:rsidRPr="005340A7">
        <w:rPr>
          <w:rFonts w:ascii="Arial" w:hAnsi="Arial" w:cs="Arial"/>
          <w:sz w:val="18"/>
          <w:szCs w:val="18"/>
        </w:rPr>
        <w:t xml:space="preserve">…… </w:t>
      </w:r>
      <w:r w:rsidR="009D4502" w:rsidRPr="005340A7">
        <w:rPr>
          <w:rFonts w:ascii="Arial" w:hAnsi="Arial" w:cs="Arial"/>
          <w:sz w:val="18"/>
          <w:szCs w:val="18"/>
        </w:rPr>
        <w:t>dichiarazioni di accettazione della candidatura alla carica di consigliere comunale, firmate e autenticate, contenenti anche le dichiarazioni sostitutive attestanti l’insussistenza della situazione di incandidabilità di ciascun candidato consigliere a norma degli articoli 10 e 12 del D.Lgs. 31 dicembre 2012, n. 235</w:t>
      </w:r>
      <w:r w:rsidRPr="005340A7">
        <w:rPr>
          <w:rFonts w:ascii="Arial" w:hAnsi="Arial" w:cs="Arial"/>
          <w:sz w:val="18"/>
          <w:szCs w:val="18"/>
        </w:rPr>
        <w:t>;</w:t>
      </w:r>
    </w:p>
    <w:p w14:paraId="14CB59A1" w14:textId="45E8C47C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numero ………. certificati attestanti che il candidato alla carica di </w:t>
      </w:r>
      <w:r w:rsidR="009976EE" w:rsidRPr="005340A7">
        <w:rPr>
          <w:rFonts w:ascii="Arial" w:hAnsi="Arial" w:cs="Arial"/>
          <w:sz w:val="18"/>
          <w:szCs w:val="18"/>
        </w:rPr>
        <w:t>s</w:t>
      </w:r>
      <w:r w:rsidR="00C42793" w:rsidRPr="005340A7">
        <w:rPr>
          <w:rFonts w:ascii="Arial" w:hAnsi="Arial" w:cs="Arial"/>
          <w:sz w:val="18"/>
          <w:szCs w:val="18"/>
        </w:rPr>
        <w:t>indaco</w:t>
      </w:r>
      <w:r w:rsidRPr="005340A7">
        <w:rPr>
          <w:rFonts w:ascii="Arial" w:hAnsi="Arial" w:cs="Arial"/>
          <w:sz w:val="18"/>
          <w:szCs w:val="18"/>
        </w:rPr>
        <w:t xml:space="preserve"> e i candidati alla carica di consigliere comunale sono elettori in un Comune della Repubblica;</w:t>
      </w:r>
    </w:p>
    <w:p w14:paraId="583A2F42" w14:textId="7FF23EDE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numero ………… dichiarazioni sostitutive dell'atto di notorietà attestanti la cittadinanza e l'indirizzo in Italia e nel Paese di origine, di altrettanti candidati alla carica di consigliere comunale, cittadini </w:t>
      </w:r>
      <w:r w:rsidRPr="005340A7">
        <w:rPr>
          <w:rFonts w:ascii="Arial" w:hAnsi="Arial" w:cs="Arial"/>
          <w:spacing w:val="2"/>
          <w:sz w:val="18"/>
          <w:szCs w:val="18"/>
        </w:rPr>
        <w:t>di un Paese membro dell'Unione Europea, unitamente al corrispondente attestato, in data non anteriore a tre mesi, dell’autorità amministrativa competente dello Stato membro di origine, dal</w:t>
      </w:r>
      <w:r w:rsidRPr="005340A7">
        <w:rPr>
          <w:rFonts w:ascii="Arial" w:hAnsi="Arial" w:cs="Arial"/>
          <w:sz w:val="18"/>
          <w:szCs w:val="18"/>
        </w:rPr>
        <w:t xml:space="preserve"> </w:t>
      </w:r>
      <w:r w:rsidRPr="005340A7">
        <w:rPr>
          <w:rFonts w:ascii="Arial" w:hAnsi="Arial" w:cs="Arial"/>
          <w:spacing w:val="-2"/>
          <w:sz w:val="18"/>
          <w:szCs w:val="18"/>
        </w:rPr>
        <w:t>quale risulti che l’interessato non è decad</w:t>
      </w:r>
      <w:r w:rsidR="00B21C97" w:rsidRPr="005340A7">
        <w:rPr>
          <w:rFonts w:ascii="Arial" w:hAnsi="Arial" w:cs="Arial"/>
          <w:spacing w:val="-2"/>
          <w:sz w:val="18"/>
          <w:szCs w:val="18"/>
        </w:rPr>
        <w:t>uto dal diritto di eleggibilità</w:t>
      </w:r>
      <w:r w:rsidRPr="005340A7">
        <w:rPr>
          <w:rFonts w:ascii="Arial" w:hAnsi="Arial" w:cs="Arial"/>
          <w:spacing w:val="-2"/>
          <w:sz w:val="18"/>
          <w:szCs w:val="18"/>
        </w:rPr>
        <w:t xml:space="preserve"> (</w:t>
      </w:r>
      <w:r w:rsidR="00ED0DF8" w:rsidRPr="005340A7">
        <w:rPr>
          <w:rFonts w:ascii="Arial" w:hAnsi="Arial" w:cs="Arial"/>
          <w:spacing w:val="-2"/>
          <w:sz w:val="18"/>
          <w:szCs w:val="18"/>
        </w:rPr>
        <w:t>a</w:t>
      </w:r>
      <w:r w:rsidRPr="005340A7">
        <w:rPr>
          <w:rFonts w:ascii="Arial" w:hAnsi="Arial" w:cs="Arial"/>
          <w:spacing w:val="-2"/>
          <w:sz w:val="18"/>
          <w:szCs w:val="18"/>
        </w:rPr>
        <w:t xml:space="preserve">rt. 5, comma 1, lett. b), del </w:t>
      </w:r>
      <w:r w:rsidR="00432D94" w:rsidRPr="005340A7">
        <w:rPr>
          <w:rFonts w:ascii="Arial" w:hAnsi="Arial" w:cs="Arial"/>
          <w:spacing w:val="-2"/>
          <w:sz w:val="18"/>
          <w:szCs w:val="18"/>
        </w:rPr>
        <w:t>D.Lgs</w:t>
      </w:r>
      <w:r w:rsidRPr="005340A7">
        <w:rPr>
          <w:rFonts w:ascii="Arial" w:hAnsi="Arial" w:cs="Arial"/>
          <w:spacing w:val="-2"/>
          <w:sz w:val="18"/>
          <w:szCs w:val="18"/>
        </w:rPr>
        <w:t>.</w:t>
      </w:r>
      <w:r w:rsidRPr="005340A7">
        <w:rPr>
          <w:rFonts w:ascii="Arial" w:hAnsi="Arial" w:cs="Arial"/>
          <w:sz w:val="18"/>
          <w:szCs w:val="18"/>
        </w:rPr>
        <w:t xml:space="preserve"> 12 aprile 1996, n. 197)</w:t>
      </w:r>
      <w:r w:rsidR="00B21C97" w:rsidRPr="005340A7">
        <w:rPr>
          <w:rFonts w:ascii="Arial" w:hAnsi="Arial" w:cs="Arial"/>
          <w:sz w:val="18"/>
          <w:szCs w:val="18"/>
        </w:rPr>
        <w:t xml:space="preserve"> ovvero corrispondente dichiarazione sostitutiva</w:t>
      </w:r>
      <w:r w:rsidRPr="005340A7">
        <w:rPr>
          <w:rFonts w:ascii="Arial" w:hAnsi="Arial" w:cs="Arial"/>
          <w:sz w:val="18"/>
          <w:szCs w:val="18"/>
        </w:rPr>
        <w:t>;</w:t>
      </w:r>
    </w:p>
    <w:p w14:paraId="4B33D28A" w14:textId="77777777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>numero ……</w:t>
      </w:r>
      <w:proofErr w:type="gramStart"/>
      <w:r w:rsidRPr="005340A7">
        <w:rPr>
          <w:rFonts w:ascii="Arial" w:hAnsi="Arial" w:cs="Arial"/>
          <w:sz w:val="18"/>
          <w:szCs w:val="18"/>
        </w:rPr>
        <w:t>…….</w:t>
      </w:r>
      <w:proofErr w:type="gramEnd"/>
      <w:r w:rsidRPr="005340A7">
        <w:rPr>
          <w:rFonts w:ascii="Arial" w:hAnsi="Arial" w:cs="Arial"/>
          <w:sz w:val="18"/>
          <w:szCs w:val="18"/>
        </w:rPr>
        <w:t xml:space="preserve">. attestazioni di avvenuta presentazione, nei termini, della domanda di iscrizione </w:t>
      </w:r>
      <w:r w:rsidRPr="005340A7">
        <w:rPr>
          <w:rFonts w:ascii="Arial" w:hAnsi="Arial" w:cs="Arial"/>
          <w:spacing w:val="2"/>
          <w:sz w:val="18"/>
          <w:szCs w:val="18"/>
        </w:rPr>
        <w:t xml:space="preserve">nelle liste elettorali aggiunte da parte di altrettanti candidati alla carica di consigliere comunale, </w:t>
      </w:r>
      <w:r w:rsidRPr="005340A7">
        <w:rPr>
          <w:rFonts w:ascii="Arial" w:hAnsi="Arial" w:cs="Arial"/>
          <w:sz w:val="18"/>
          <w:szCs w:val="18"/>
        </w:rPr>
        <w:t>cittadini di un Paese membro dell'Unione Europea;</w:t>
      </w:r>
    </w:p>
    <w:p w14:paraId="1E20D0A0" w14:textId="77777777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pacing w:val="2"/>
          <w:sz w:val="18"/>
          <w:szCs w:val="18"/>
        </w:rPr>
        <w:t>la dichiarazione</w:t>
      </w:r>
      <w:r w:rsidR="00301CCB" w:rsidRPr="005340A7">
        <w:rPr>
          <w:rFonts w:ascii="Arial" w:hAnsi="Arial" w:cs="Arial"/>
          <w:spacing w:val="2"/>
          <w:sz w:val="18"/>
          <w:szCs w:val="18"/>
        </w:rPr>
        <w:t xml:space="preserve"> -</w:t>
      </w:r>
      <w:r w:rsidRPr="005340A7">
        <w:rPr>
          <w:rFonts w:ascii="Arial" w:hAnsi="Arial" w:cs="Arial"/>
          <w:spacing w:val="2"/>
          <w:sz w:val="18"/>
          <w:szCs w:val="18"/>
        </w:rPr>
        <w:t xml:space="preserve"> sottoscritta dal presidente o dal segretario del partito o gruppo politico o dai</w:t>
      </w:r>
      <w:r w:rsidRPr="005340A7">
        <w:rPr>
          <w:rFonts w:ascii="Arial" w:hAnsi="Arial" w:cs="Arial"/>
          <w:sz w:val="18"/>
          <w:szCs w:val="18"/>
        </w:rPr>
        <w:t xml:space="preserve"> presidenti o segretari regionali o provinciali di essi che tali risultino per attestazione dei rispettivi presidenti o segretari nazionali ovvero da rappresentanti all'uopo da loro incaricati con mandato </w:t>
      </w:r>
      <w:r w:rsidRPr="005340A7">
        <w:rPr>
          <w:rFonts w:ascii="Arial" w:hAnsi="Arial" w:cs="Arial"/>
          <w:spacing w:val="-2"/>
          <w:sz w:val="18"/>
          <w:szCs w:val="18"/>
        </w:rPr>
        <w:t>autenticato da notaio</w:t>
      </w:r>
      <w:r w:rsidR="00301CCB" w:rsidRPr="005340A7">
        <w:rPr>
          <w:rFonts w:ascii="Arial" w:hAnsi="Arial" w:cs="Arial"/>
          <w:spacing w:val="-2"/>
          <w:sz w:val="18"/>
          <w:szCs w:val="18"/>
        </w:rPr>
        <w:t xml:space="preserve"> -</w:t>
      </w:r>
      <w:r w:rsidRPr="005340A7">
        <w:rPr>
          <w:rFonts w:ascii="Arial" w:hAnsi="Arial" w:cs="Arial"/>
          <w:spacing w:val="-2"/>
          <w:sz w:val="18"/>
          <w:szCs w:val="18"/>
        </w:rPr>
        <w:t xml:space="preserve"> attestante che le liste o le candidature sono presentate in nome e per conto</w:t>
      </w:r>
      <w:r w:rsidRPr="005340A7">
        <w:rPr>
          <w:rFonts w:ascii="Arial" w:hAnsi="Arial" w:cs="Arial"/>
          <w:sz w:val="18"/>
          <w:szCs w:val="18"/>
        </w:rPr>
        <w:t xml:space="preserve"> del partito o gruppo politico stesso (</w:t>
      </w:r>
      <w:r w:rsidRPr="005340A7">
        <w:rPr>
          <w:rStyle w:val="Rimandonotaapidipagina"/>
          <w:rFonts w:ascii="Arial" w:hAnsi="Arial" w:cs="Arial"/>
          <w:sz w:val="18"/>
          <w:szCs w:val="18"/>
          <w:vertAlign w:val="baseline"/>
        </w:rPr>
        <w:footnoteReference w:id="2"/>
      </w:r>
      <w:r w:rsidRPr="005340A7">
        <w:rPr>
          <w:rFonts w:ascii="Arial" w:hAnsi="Arial" w:cs="Arial"/>
          <w:sz w:val="18"/>
          <w:szCs w:val="18"/>
        </w:rPr>
        <w:t>);</w:t>
      </w:r>
    </w:p>
    <w:p w14:paraId="6BF05174" w14:textId="3B246081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pacing w:val="-2"/>
          <w:sz w:val="18"/>
          <w:szCs w:val="18"/>
        </w:rPr>
        <w:t>il modello di contrassegno di lista, in triplice esemplare</w:t>
      </w:r>
      <w:r w:rsidR="006A56F5" w:rsidRPr="005340A7">
        <w:rPr>
          <w:rFonts w:ascii="Arial" w:hAnsi="Arial" w:cs="Arial"/>
          <w:spacing w:val="-2"/>
          <w:sz w:val="18"/>
          <w:szCs w:val="18"/>
        </w:rPr>
        <w:t xml:space="preserve"> ovvero su supporto </w:t>
      </w:r>
      <w:r w:rsidR="00EF1C2A" w:rsidRPr="005340A7">
        <w:rPr>
          <w:rFonts w:ascii="Arial" w:hAnsi="Arial" w:cs="Arial"/>
          <w:spacing w:val="-2"/>
          <w:sz w:val="18"/>
          <w:szCs w:val="18"/>
        </w:rPr>
        <w:t>digitale</w:t>
      </w:r>
      <w:r w:rsidRPr="005340A7">
        <w:rPr>
          <w:rFonts w:ascii="Arial" w:hAnsi="Arial" w:cs="Arial"/>
          <w:spacing w:val="-2"/>
          <w:sz w:val="18"/>
          <w:szCs w:val="18"/>
        </w:rPr>
        <w:t>;</w:t>
      </w:r>
    </w:p>
    <w:p w14:paraId="7D71CC58" w14:textId="0696E99D" w:rsidR="0086389C" w:rsidRPr="005340A7" w:rsidRDefault="0086389C" w:rsidP="0086389C">
      <w:pPr>
        <w:numPr>
          <w:ilvl w:val="0"/>
          <w:numId w:val="3"/>
        </w:numPr>
        <w:tabs>
          <w:tab w:val="clear" w:pos="1401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sz w:val="18"/>
          <w:szCs w:val="18"/>
        </w:rPr>
        <w:t xml:space="preserve">copia del programma amministrativo da </w:t>
      </w:r>
      <w:r w:rsidR="00045172" w:rsidRPr="005340A7">
        <w:rPr>
          <w:rFonts w:ascii="Arial" w:hAnsi="Arial" w:cs="Arial"/>
          <w:sz w:val="18"/>
          <w:szCs w:val="18"/>
        </w:rPr>
        <w:t>inserire</w:t>
      </w:r>
      <w:r w:rsidRPr="005340A7">
        <w:rPr>
          <w:rFonts w:ascii="Arial" w:hAnsi="Arial" w:cs="Arial"/>
          <w:sz w:val="18"/>
          <w:szCs w:val="16"/>
        </w:rPr>
        <w:t xml:space="preserve"> </w:t>
      </w:r>
      <w:r w:rsidR="00045172" w:rsidRPr="005340A7">
        <w:rPr>
          <w:rFonts w:ascii="Arial" w:hAnsi="Arial" w:cs="Arial"/>
          <w:sz w:val="18"/>
          <w:szCs w:val="16"/>
        </w:rPr>
        <w:t>ne</w:t>
      </w:r>
      <w:r w:rsidRPr="005340A7">
        <w:rPr>
          <w:rFonts w:ascii="Arial" w:hAnsi="Arial" w:cs="Arial"/>
          <w:sz w:val="18"/>
          <w:szCs w:val="16"/>
        </w:rPr>
        <w:t>ll'</w:t>
      </w:r>
      <w:r w:rsidR="00C4259C" w:rsidRPr="005340A7">
        <w:rPr>
          <w:rFonts w:ascii="Arial" w:hAnsi="Arial" w:cs="Arial"/>
          <w:sz w:val="18"/>
          <w:szCs w:val="16"/>
        </w:rPr>
        <w:t>a</w:t>
      </w:r>
      <w:r w:rsidRPr="005340A7">
        <w:rPr>
          <w:rFonts w:ascii="Arial" w:hAnsi="Arial" w:cs="Arial"/>
          <w:sz w:val="18"/>
          <w:szCs w:val="16"/>
        </w:rPr>
        <w:t>lbo pretorio</w:t>
      </w:r>
      <w:r w:rsidR="005E1999" w:rsidRPr="005340A7">
        <w:rPr>
          <w:rFonts w:ascii="Arial" w:hAnsi="Arial" w:cs="Arial"/>
          <w:sz w:val="18"/>
          <w:szCs w:val="16"/>
        </w:rPr>
        <w:t xml:space="preserve"> </w:t>
      </w:r>
      <w:r w:rsidR="005E1999" w:rsidRPr="005340A7">
        <w:rPr>
          <w:rFonts w:ascii="Arial" w:hAnsi="Arial" w:cs="Arial"/>
          <w:i/>
          <w:iCs/>
          <w:sz w:val="18"/>
          <w:szCs w:val="16"/>
        </w:rPr>
        <w:t>online</w:t>
      </w:r>
      <w:r w:rsidR="005E1999" w:rsidRPr="005340A7">
        <w:rPr>
          <w:rFonts w:ascii="Arial" w:hAnsi="Arial" w:cs="Arial"/>
          <w:sz w:val="18"/>
          <w:szCs w:val="16"/>
        </w:rPr>
        <w:t>;</w:t>
      </w:r>
    </w:p>
    <w:p w14:paraId="11B939E4" w14:textId="77777777" w:rsidR="0086389C" w:rsidRPr="005340A7" w:rsidRDefault="0086389C" w:rsidP="0086389C">
      <w:pPr>
        <w:numPr>
          <w:ilvl w:val="0"/>
          <w:numId w:val="4"/>
        </w:numPr>
        <w:tabs>
          <w:tab w:val="clear" w:pos="927"/>
          <w:tab w:val="left" w:pos="964"/>
        </w:tabs>
        <w:autoSpaceDE w:val="0"/>
        <w:autoSpaceDN w:val="0"/>
        <w:adjustRightInd w:val="0"/>
        <w:spacing w:before="60"/>
        <w:ind w:left="964" w:hanging="397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spacing w:val="2"/>
          <w:sz w:val="18"/>
          <w:szCs w:val="16"/>
        </w:rPr>
        <w:t>per i Comuni superiori a 10.000 abitanti se previsto dello statuto o da regolamento: il bilancio</w:t>
      </w:r>
      <w:r w:rsidRPr="005340A7">
        <w:rPr>
          <w:rFonts w:ascii="Arial" w:hAnsi="Arial" w:cs="Arial"/>
          <w:sz w:val="18"/>
          <w:szCs w:val="16"/>
        </w:rPr>
        <w:t xml:space="preserve"> preventivo della spesa (art. 30, c. 1 della legge n. 81/1993).</w:t>
      </w:r>
    </w:p>
    <w:p w14:paraId="09EEA54A" w14:textId="77777777" w:rsidR="0086389C" w:rsidRPr="005340A7" w:rsidRDefault="0086389C" w:rsidP="0086389C">
      <w:pPr>
        <w:autoSpaceDE w:val="0"/>
        <w:autoSpaceDN w:val="0"/>
        <w:adjustRightInd w:val="0"/>
        <w:spacing w:before="120" w:line="360" w:lineRule="auto"/>
        <w:ind w:firstLine="284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spacing w:val="2"/>
          <w:sz w:val="18"/>
          <w:szCs w:val="16"/>
        </w:rPr>
        <w:t>Per eventuali comunicazioni da parte della Commissione elettorale circondariale, i sottoscritti eleggono</w:t>
      </w:r>
      <w:r w:rsidRPr="005340A7">
        <w:rPr>
          <w:rFonts w:ascii="Arial" w:hAnsi="Arial" w:cs="Arial"/>
          <w:sz w:val="18"/>
          <w:szCs w:val="16"/>
        </w:rPr>
        <w:t xml:space="preserve"> domicilio presso il signor</w:t>
      </w:r>
    </w:p>
    <w:p w14:paraId="2347C9F9" w14:textId="77777777" w:rsidR="0086389C" w:rsidRPr="005340A7" w:rsidRDefault="0086389C" w:rsidP="0086389C">
      <w:pPr>
        <w:tabs>
          <w:tab w:val="right" w:leader="dot" w:pos="10773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sz w:val="18"/>
          <w:szCs w:val="16"/>
        </w:rPr>
        <w:tab/>
      </w:r>
    </w:p>
    <w:p w14:paraId="141C10E1" w14:textId="77777777" w:rsidR="0086389C" w:rsidRPr="005340A7" w:rsidRDefault="0086389C" w:rsidP="0086389C">
      <w:pPr>
        <w:tabs>
          <w:tab w:val="right" w:leader="dot" w:pos="10773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18"/>
          <w:szCs w:val="16"/>
        </w:rPr>
      </w:pPr>
      <w:r w:rsidRPr="005340A7">
        <w:rPr>
          <w:rFonts w:ascii="Arial" w:hAnsi="Arial" w:cs="Arial"/>
          <w:sz w:val="18"/>
          <w:szCs w:val="16"/>
        </w:rPr>
        <w:t xml:space="preserve">dimorante in </w:t>
      </w:r>
      <w:r w:rsidRPr="005340A7">
        <w:rPr>
          <w:rFonts w:ascii="Arial" w:hAnsi="Arial" w:cs="Arial"/>
          <w:sz w:val="18"/>
          <w:szCs w:val="16"/>
        </w:rPr>
        <w:tab/>
        <w:t>,</w:t>
      </w:r>
    </w:p>
    <w:p w14:paraId="13C03CCA" w14:textId="77777777" w:rsidR="0086389C" w:rsidRPr="005340A7" w:rsidRDefault="0086389C" w:rsidP="009F2040">
      <w:pPr>
        <w:tabs>
          <w:tab w:val="right" w:leader="dot" w:pos="7371"/>
          <w:tab w:val="right" w:leader="dot" w:pos="8647"/>
          <w:tab w:val="right" w:leader="dot" w:pos="10773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i/>
          <w:iCs/>
          <w:sz w:val="18"/>
          <w:szCs w:val="16"/>
        </w:rPr>
      </w:pPr>
      <w:r w:rsidRPr="005340A7">
        <w:rPr>
          <w:rFonts w:ascii="Arial" w:hAnsi="Arial" w:cs="Arial"/>
          <w:sz w:val="18"/>
          <w:szCs w:val="16"/>
        </w:rPr>
        <w:t xml:space="preserve">Via </w:t>
      </w:r>
      <w:r w:rsidRPr="005340A7">
        <w:rPr>
          <w:rFonts w:ascii="Arial" w:hAnsi="Arial" w:cs="Arial"/>
          <w:sz w:val="18"/>
          <w:szCs w:val="16"/>
        </w:rPr>
        <w:tab/>
        <w:t xml:space="preserve">, n. </w:t>
      </w:r>
      <w:r w:rsidRPr="005340A7">
        <w:rPr>
          <w:rFonts w:ascii="Arial" w:hAnsi="Arial" w:cs="Arial"/>
          <w:sz w:val="18"/>
          <w:szCs w:val="16"/>
        </w:rPr>
        <w:tab/>
        <w:t xml:space="preserve">, tel. </w:t>
      </w:r>
      <w:r w:rsidRPr="005340A7">
        <w:rPr>
          <w:rFonts w:ascii="Arial" w:hAnsi="Arial" w:cs="Arial"/>
          <w:sz w:val="18"/>
          <w:szCs w:val="16"/>
        </w:rPr>
        <w:tab/>
      </w:r>
    </w:p>
    <w:p w14:paraId="2548D060" w14:textId="77777777" w:rsidR="00474ECB" w:rsidRPr="005340A7" w:rsidRDefault="00474ECB" w:rsidP="009F2040">
      <w:pPr>
        <w:tabs>
          <w:tab w:val="right" w:leader="dot" w:pos="4536"/>
          <w:tab w:val="right" w:leader="dot" w:pos="6096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i/>
          <w:iCs/>
          <w:sz w:val="4"/>
          <w:szCs w:val="4"/>
        </w:rPr>
      </w:pPr>
    </w:p>
    <w:p w14:paraId="50E8DBF0" w14:textId="0A171BB5" w:rsidR="0086389C" w:rsidRPr="005340A7" w:rsidRDefault="0086389C" w:rsidP="009F2040">
      <w:pPr>
        <w:tabs>
          <w:tab w:val="right" w:leader="dot" w:pos="4536"/>
          <w:tab w:val="right" w:leader="dot" w:pos="6096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b/>
          <w:bCs/>
          <w:sz w:val="18"/>
          <w:szCs w:val="16"/>
        </w:rPr>
      </w:pPr>
      <w:r w:rsidRPr="005340A7">
        <w:rPr>
          <w:rFonts w:ascii="Arial" w:hAnsi="Arial" w:cs="Arial"/>
          <w:i/>
          <w:iCs/>
          <w:sz w:val="18"/>
          <w:szCs w:val="16"/>
        </w:rPr>
        <w:tab/>
        <w:t xml:space="preserve"> addì </w:t>
      </w:r>
      <w:r w:rsidRPr="005340A7">
        <w:rPr>
          <w:rFonts w:ascii="Arial" w:hAnsi="Arial" w:cs="Arial"/>
          <w:i/>
          <w:iCs/>
          <w:sz w:val="18"/>
          <w:szCs w:val="16"/>
        </w:rPr>
        <w:tab/>
      </w:r>
      <w:r w:rsidR="009F2040" w:rsidRPr="005340A7">
        <w:rPr>
          <w:rFonts w:ascii="Arial" w:hAnsi="Arial" w:cs="Arial"/>
          <w:sz w:val="18"/>
          <w:szCs w:val="16"/>
        </w:rPr>
        <w:t>(</w:t>
      </w:r>
      <w:r w:rsidR="0031787B" w:rsidRPr="005340A7">
        <w:rPr>
          <w:rStyle w:val="Rimandonotaapidipagina"/>
          <w:rFonts w:ascii="Arial" w:hAnsi="Arial" w:cs="Arial"/>
          <w:sz w:val="18"/>
          <w:szCs w:val="16"/>
          <w:vertAlign w:val="baseline"/>
        </w:rPr>
        <w:footnoteReference w:id="3"/>
      </w:r>
      <w:r w:rsidR="009F2040" w:rsidRPr="005340A7">
        <w:rPr>
          <w:rFonts w:ascii="Arial" w:hAnsi="Arial" w:cs="Arial"/>
          <w:sz w:val="18"/>
          <w:szCs w:val="16"/>
        </w:rPr>
        <w:t>)</w:t>
      </w:r>
    </w:p>
    <w:p w14:paraId="104A55C4" w14:textId="4CC14E56" w:rsidR="0086389C" w:rsidRPr="005340A7" w:rsidRDefault="0086389C" w:rsidP="00F73BA4">
      <w:pPr>
        <w:keepNext/>
        <w:autoSpaceDE w:val="0"/>
        <w:autoSpaceDN w:val="0"/>
        <w:adjustRightInd w:val="0"/>
        <w:spacing w:after="80"/>
        <w:jc w:val="center"/>
        <w:rPr>
          <w:rFonts w:ascii="Arial" w:hAnsi="Arial" w:cs="Arial"/>
          <w:bCs/>
          <w:sz w:val="18"/>
          <w:szCs w:val="16"/>
        </w:rPr>
      </w:pPr>
      <w:r w:rsidRPr="005340A7">
        <w:rPr>
          <w:rFonts w:ascii="Arial" w:hAnsi="Arial" w:cs="Arial"/>
          <w:b/>
          <w:bCs/>
          <w:sz w:val="18"/>
          <w:szCs w:val="16"/>
        </w:rPr>
        <w:t>FIRME DEI SOTTOSCRITTORI</w:t>
      </w:r>
    </w:p>
    <w:p w14:paraId="0EC8EFF0" w14:textId="77777777" w:rsidR="00D01886" w:rsidRPr="005340A7" w:rsidRDefault="00D01886" w:rsidP="00BD6DC7">
      <w:pPr>
        <w:tabs>
          <w:tab w:val="right" w:leader="dot" w:pos="10773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>Ai sensi dell'articolo</w:t>
      </w:r>
      <w:r w:rsidR="009104D0" w:rsidRPr="005340A7">
        <w:rPr>
          <w:rFonts w:ascii="Arial" w:hAnsi="Arial" w:cs="Arial"/>
          <w:sz w:val="18"/>
          <w:szCs w:val="18"/>
        </w:rPr>
        <w:t xml:space="preserve"> 13 del regolamento</w:t>
      </w:r>
      <w:r w:rsidRPr="005340A7">
        <w:rPr>
          <w:rFonts w:ascii="Arial" w:hAnsi="Arial" w:cs="Arial"/>
          <w:sz w:val="18"/>
          <w:szCs w:val="18"/>
        </w:rPr>
        <w:t xml:space="preserve"> generale </w:t>
      </w:r>
      <w:r w:rsidR="009104D0" w:rsidRPr="005340A7">
        <w:rPr>
          <w:rFonts w:ascii="Arial" w:hAnsi="Arial" w:cs="Arial"/>
          <w:sz w:val="18"/>
          <w:szCs w:val="18"/>
        </w:rPr>
        <w:t xml:space="preserve">sulla protezione </w:t>
      </w:r>
      <w:r w:rsidRPr="005340A7">
        <w:rPr>
          <w:rFonts w:ascii="Arial" w:hAnsi="Arial" w:cs="Arial"/>
          <w:sz w:val="18"/>
          <w:szCs w:val="18"/>
        </w:rPr>
        <w:t>dei dati [</w:t>
      </w:r>
      <w:r w:rsidR="00301CCB" w:rsidRPr="005340A7">
        <w:rPr>
          <w:rFonts w:ascii="Arial" w:hAnsi="Arial" w:cs="Arial"/>
          <w:sz w:val="18"/>
          <w:szCs w:val="18"/>
        </w:rPr>
        <w:t>R</w:t>
      </w:r>
      <w:r w:rsidRPr="005340A7">
        <w:rPr>
          <w:rFonts w:ascii="Arial" w:hAnsi="Arial" w:cs="Arial"/>
          <w:sz w:val="18"/>
          <w:szCs w:val="18"/>
        </w:rPr>
        <w:t>egolamento (UE) 2016/679 del Parlamento europeo e del Consiglio dell'Unione europea del 27 aprile 2016] i sottoscritti elettori sono informati che</w:t>
      </w:r>
      <w:r w:rsidR="00301CCB" w:rsidRPr="005340A7">
        <w:rPr>
          <w:rFonts w:ascii="Arial" w:hAnsi="Arial" w:cs="Arial"/>
          <w:sz w:val="18"/>
          <w:szCs w:val="18"/>
        </w:rPr>
        <w:t xml:space="preserve"> il titolare/i titolari</w:t>
      </w:r>
      <w:r w:rsidRPr="005340A7">
        <w:rPr>
          <w:rFonts w:ascii="Arial" w:hAnsi="Arial" w:cs="Arial"/>
          <w:sz w:val="18"/>
          <w:szCs w:val="18"/>
        </w:rPr>
        <w:t xml:space="preserve"> </w:t>
      </w:r>
      <w:r w:rsidR="00511C9C" w:rsidRPr="005340A7">
        <w:rPr>
          <w:rFonts w:ascii="Arial" w:hAnsi="Arial" w:cs="Arial"/>
          <w:sz w:val="18"/>
          <w:szCs w:val="18"/>
        </w:rPr>
        <w:t xml:space="preserve">del trattamento sono </w:t>
      </w:r>
      <w:r w:rsidRPr="005340A7">
        <w:rPr>
          <w:rFonts w:ascii="Arial" w:hAnsi="Arial" w:cs="Arial"/>
          <w:sz w:val="18"/>
          <w:szCs w:val="18"/>
        </w:rPr>
        <w:t>il promotore/i</w:t>
      </w:r>
      <w:r w:rsidR="009104D0" w:rsidRPr="005340A7">
        <w:rPr>
          <w:rFonts w:ascii="Arial" w:hAnsi="Arial" w:cs="Arial"/>
          <w:sz w:val="18"/>
          <w:szCs w:val="18"/>
        </w:rPr>
        <w:t xml:space="preserve"> promotori </w:t>
      </w:r>
      <w:r w:rsidRPr="005340A7">
        <w:rPr>
          <w:rFonts w:ascii="Arial" w:hAnsi="Arial" w:cs="Arial"/>
          <w:sz w:val="18"/>
          <w:szCs w:val="18"/>
        </w:rPr>
        <w:t>della</w:t>
      </w:r>
      <w:r w:rsidR="009104D0" w:rsidRPr="005340A7">
        <w:rPr>
          <w:rFonts w:ascii="Arial" w:hAnsi="Arial" w:cs="Arial"/>
          <w:sz w:val="18"/>
          <w:szCs w:val="18"/>
        </w:rPr>
        <w:t xml:space="preserve"> </w:t>
      </w:r>
      <w:r w:rsidRPr="005340A7">
        <w:rPr>
          <w:rFonts w:ascii="Arial" w:hAnsi="Arial" w:cs="Arial"/>
          <w:sz w:val="18"/>
          <w:szCs w:val="18"/>
        </w:rPr>
        <w:t xml:space="preserve">sottoscrizione </w:t>
      </w:r>
      <w:r w:rsidR="00511C9C" w:rsidRPr="005340A7">
        <w:rPr>
          <w:rFonts w:ascii="Arial" w:hAnsi="Arial" w:cs="Arial"/>
          <w:sz w:val="18"/>
          <w:szCs w:val="18"/>
        </w:rPr>
        <w:t xml:space="preserve">e cioè </w:t>
      </w:r>
      <w:r w:rsidRPr="005340A7">
        <w:rPr>
          <w:rFonts w:ascii="Arial" w:hAnsi="Arial" w:cs="Arial"/>
          <w:sz w:val="18"/>
          <w:szCs w:val="18"/>
        </w:rPr>
        <w:tab/>
      </w:r>
    </w:p>
    <w:p w14:paraId="4DA97259" w14:textId="77777777" w:rsidR="00D01886" w:rsidRPr="005340A7" w:rsidRDefault="00D01886" w:rsidP="00080760">
      <w:pPr>
        <w:tabs>
          <w:tab w:val="right" w:leader="dot" w:pos="10773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ab/>
        <w:t>,</w:t>
      </w:r>
    </w:p>
    <w:p w14:paraId="7894A7F4" w14:textId="77777777" w:rsidR="00D01886" w:rsidRPr="005340A7" w:rsidRDefault="00D01886" w:rsidP="00080760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5340A7">
        <w:rPr>
          <w:rFonts w:ascii="Arial" w:hAnsi="Arial" w:cs="Arial"/>
          <w:sz w:val="18"/>
          <w:szCs w:val="18"/>
          <w:vertAlign w:val="superscript"/>
        </w:rPr>
        <w:t>(indicare la denominazione del partito o gruppo politico oppure i nomi delle persone che promuovono la sottoscrizione)</w:t>
      </w:r>
    </w:p>
    <w:p w14:paraId="79FC43DB" w14:textId="77777777" w:rsidR="00D01886" w:rsidRPr="005340A7" w:rsidRDefault="00D01886" w:rsidP="00BD6DC7">
      <w:pPr>
        <w:tabs>
          <w:tab w:val="right" w:leader="dot" w:pos="10773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con sede in </w:t>
      </w:r>
      <w:r w:rsidRPr="005340A7">
        <w:rPr>
          <w:rFonts w:ascii="Arial" w:hAnsi="Arial" w:cs="Arial"/>
          <w:sz w:val="18"/>
          <w:szCs w:val="18"/>
        </w:rPr>
        <w:tab/>
      </w:r>
    </w:p>
    <w:p w14:paraId="5DC43173" w14:textId="77777777" w:rsidR="00511C9C" w:rsidRPr="005340A7" w:rsidRDefault="00D01886" w:rsidP="00BD6DC7">
      <w:pPr>
        <w:tabs>
          <w:tab w:val="right" w:leader="dot" w:pos="10773"/>
        </w:tabs>
        <w:autoSpaceDE w:val="0"/>
        <w:autoSpaceDN w:val="0"/>
        <w:adjustRightInd w:val="0"/>
        <w:ind w:firstLine="425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Sono, altresì, informati che i dati compresi nella presente dichiarazione, di cui è facoltativo il conferimento, </w:t>
      </w:r>
      <w:r w:rsidR="00511C9C" w:rsidRPr="005340A7">
        <w:rPr>
          <w:rFonts w:ascii="Arial" w:hAnsi="Arial" w:cs="Arial"/>
          <w:sz w:val="18"/>
          <w:szCs w:val="18"/>
        </w:rPr>
        <w:t>sono trattati conformemente alla normativa di settore, per motivi di interesse pubblico rilevante in materia di elettorato, a sostegno della lista di candidati sottoscritta ai fini dell’esercizio dell’elettorato passivo</w:t>
      </w:r>
      <w:r w:rsidRPr="005340A7">
        <w:rPr>
          <w:rFonts w:ascii="Arial" w:hAnsi="Arial" w:cs="Arial"/>
          <w:sz w:val="18"/>
          <w:szCs w:val="18"/>
        </w:rPr>
        <w:t>.</w:t>
      </w:r>
      <w:r w:rsidR="0016716D" w:rsidRPr="005340A7">
        <w:rPr>
          <w:rFonts w:ascii="Arial" w:hAnsi="Arial" w:cs="Arial"/>
          <w:sz w:val="18"/>
          <w:szCs w:val="18"/>
        </w:rPr>
        <w:t xml:space="preserve"> </w:t>
      </w:r>
      <w:r w:rsidRPr="005340A7">
        <w:rPr>
          <w:rFonts w:ascii="Arial" w:hAnsi="Arial" w:cs="Arial"/>
          <w:sz w:val="18"/>
          <w:szCs w:val="18"/>
        </w:rPr>
        <w:t>I dati saranno comunicati alla Commissione elettorale circondariale.</w:t>
      </w:r>
    </w:p>
    <w:p w14:paraId="4AAA0396" w14:textId="77777777" w:rsidR="00511C9C" w:rsidRPr="005340A7" w:rsidRDefault="00511C9C" w:rsidP="00F73BA4">
      <w:pPr>
        <w:tabs>
          <w:tab w:val="right" w:leader="dot" w:pos="10773"/>
        </w:tabs>
        <w:autoSpaceDE w:val="0"/>
        <w:autoSpaceDN w:val="0"/>
        <w:adjustRightInd w:val="0"/>
        <w:spacing w:before="60" w:after="60"/>
        <w:ind w:firstLine="425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Gli interessati potranno esercitare i diritti previsti dagli articoli da 15 a 22 del predetto Regolamento nei confronti del/dei sopraindicato/i titolare/i del trattamento </w:t>
      </w:r>
      <w:proofErr w:type="spellStart"/>
      <w:r w:rsidRPr="005340A7">
        <w:rPr>
          <w:rFonts w:ascii="Arial" w:hAnsi="Arial" w:cs="Arial"/>
          <w:sz w:val="18"/>
          <w:szCs w:val="18"/>
        </w:rPr>
        <w:t>nonche</w:t>
      </w:r>
      <w:proofErr w:type="spellEnd"/>
      <w:r w:rsidRPr="005340A7">
        <w:rPr>
          <w:rFonts w:ascii="Arial" w:hAnsi="Arial" w:cs="Arial"/>
          <w:sz w:val="18"/>
          <w:szCs w:val="18"/>
        </w:rPr>
        <w:t xml:space="preserve">́ proporre reclamo al Garante per la protezione dei dati personali in caso di ritenuta violazione (articolo 77). 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5745"/>
        <w:gridCol w:w="2493"/>
        <w:gridCol w:w="1901"/>
      </w:tblGrid>
      <w:tr w:rsidR="008E0C5D" w:rsidRPr="005340A7" w14:paraId="31971DD7" w14:textId="77777777" w:rsidTr="00A03F1A">
        <w:trPr>
          <w:cantSplit/>
          <w:trHeight w:val="680"/>
          <w:tblHeader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58602A" w14:textId="77777777" w:rsidR="008E0C5D" w:rsidRPr="005340A7" w:rsidRDefault="008E0C5D" w:rsidP="008E0C5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ind w:left="-70" w:right="-70"/>
              <w:jc w:val="center"/>
              <w:rPr>
                <w:rFonts w:ascii="Arial" w:hAnsi="Arial" w:cs="Arial"/>
                <w:i/>
                <w:sz w:val="12"/>
                <w:szCs w:val="17"/>
              </w:rPr>
            </w:pPr>
            <w:r w:rsidRPr="005340A7">
              <w:rPr>
                <w:rFonts w:ascii="Arial" w:hAnsi="Arial" w:cs="Arial"/>
                <w:i/>
                <w:sz w:val="12"/>
                <w:szCs w:val="17"/>
              </w:rPr>
              <w:t>N.</w:t>
            </w:r>
          </w:p>
          <w:p w14:paraId="146E20D3" w14:textId="77777777" w:rsidR="008E0C5D" w:rsidRPr="005340A7" w:rsidRDefault="008E0C5D" w:rsidP="008E0C5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ind w:left="-70" w:right="-70"/>
              <w:jc w:val="center"/>
              <w:rPr>
                <w:rFonts w:ascii="Arial" w:hAnsi="Arial" w:cs="Arial"/>
                <w:i/>
                <w:w w:val="98"/>
                <w:sz w:val="12"/>
                <w:szCs w:val="17"/>
              </w:rPr>
            </w:pPr>
            <w:r w:rsidRPr="005340A7">
              <w:rPr>
                <w:rFonts w:ascii="Arial" w:hAnsi="Arial" w:cs="Arial"/>
                <w:i/>
                <w:w w:val="98"/>
                <w:sz w:val="12"/>
                <w:szCs w:val="17"/>
              </w:rPr>
              <w:t>progressivo</w:t>
            </w:r>
          </w:p>
        </w:tc>
        <w:tc>
          <w:tcPr>
            <w:tcW w:w="57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EDF1FA" w14:textId="77777777" w:rsidR="008E0C5D" w:rsidRPr="005340A7" w:rsidRDefault="008E0C5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7"/>
              </w:rPr>
            </w:pPr>
            <w:r w:rsidRPr="005340A7">
              <w:rPr>
                <w:rFonts w:ascii="Arial" w:hAnsi="Arial" w:cs="Arial"/>
                <w:sz w:val="16"/>
                <w:szCs w:val="17"/>
              </w:rPr>
              <w:t xml:space="preserve">NOME, </w:t>
            </w:r>
            <w:r w:rsidR="003E4400" w:rsidRPr="005340A7">
              <w:rPr>
                <w:rFonts w:ascii="Arial" w:hAnsi="Arial" w:cs="Arial"/>
                <w:sz w:val="16"/>
                <w:szCs w:val="17"/>
              </w:rPr>
              <w:t>COG</w:t>
            </w:r>
            <w:r w:rsidRPr="005340A7">
              <w:rPr>
                <w:rFonts w:ascii="Arial" w:hAnsi="Arial" w:cs="Arial"/>
                <w:sz w:val="16"/>
                <w:szCs w:val="17"/>
              </w:rPr>
              <w:t>NOME, LUOGO E DATA DI NASCITA</w:t>
            </w:r>
          </w:p>
        </w:tc>
        <w:tc>
          <w:tcPr>
            <w:tcW w:w="24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68EDEB" w14:textId="77777777" w:rsidR="008E0C5D" w:rsidRPr="005340A7" w:rsidRDefault="008E0C5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7"/>
              </w:rPr>
            </w:pPr>
            <w:r w:rsidRPr="005340A7">
              <w:rPr>
                <w:rFonts w:ascii="Arial" w:hAnsi="Arial" w:cs="Arial"/>
                <w:i/>
                <w:iCs/>
                <w:sz w:val="16"/>
                <w:szCs w:val="17"/>
              </w:rPr>
              <w:t>Firma</w:t>
            </w:r>
          </w:p>
        </w:tc>
        <w:tc>
          <w:tcPr>
            <w:tcW w:w="19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7C3201" w14:textId="77777777" w:rsidR="008E0C5D" w:rsidRPr="005340A7" w:rsidRDefault="008E0C5D" w:rsidP="008E0C5D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</w:pPr>
            <w:r w:rsidRPr="005340A7">
              <w:rPr>
                <w:rFonts w:ascii="Arial" w:hAnsi="Arial" w:cs="Arial"/>
                <w:i/>
                <w:iCs/>
                <w:spacing w:val="-4"/>
                <w:sz w:val="16"/>
                <w:szCs w:val="17"/>
              </w:rPr>
              <w:t>Comune di iscrizione nelle liste elettorali</w:t>
            </w:r>
          </w:p>
        </w:tc>
      </w:tr>
      <w:tr w:rsidR="001961D5" w:rsidRPr="005340A7" w14:paraId="4D16D3BE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D6093E8" w14:textId="77777777" w:rsidR="001961D5" w:rsidRPr="005340A7" w:rsidRDefault="001961D5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7"/>
              </w:rPr>
            </w:pPr>
          </w:p>
        </w:tc>
      </w:tr>
      <w:tr w:rsidR="008E0C5D" w:rsidRPr="005340A7" w14:paraId="25422CBC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FC5FD28" w14:textId="77777777" w:rsidR="008E0C5D" w:rsidRPr="005340A7" w:rsidRDefault="008E0C5D" w:rsidP="00734D1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1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98DDF44" w14:textId="77777777" w:rsidR="008E0C5D" w:rsidRPr="005340A7" w:rsidRDefault="008E0C5D" w:rsidP="00B007B1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2BB17BD" w14:textId="77777777" w:rsidR="008E0C5D" w:rsidRPr="005340A7" w:rsidRDefault="008E0C5D" w:rsidP="00B007B1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5E8A4D94" w14:textId="77777777" w:rsidR="008E0C5D" w:rsidRPr="005340A7" w:rsidRDefault="008E0C5D" w:rsidP="00B007B1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CF0F24" w14:textId="77777777" w:rsidR="008E0C5D" w:rsidRPr="005340A7" w:rsidRDefault="008E0C5D" w:rsidP="00B007B1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7484C9E4" w14:textId="77777777" w:rsidR="008E0C5D" w:rsidRPr="005340A7" w:rsidRDefault="008E0C5D" w:rsidP="00B007B1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F53F08" w:rsidRPr="005340A7" w14:paraId="7E22D7D5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BAFA57" w14:textId="77777777" w:rsidR="00F53F08" w:rsidRPr="005340A7" w:rsidRDefault="00F53F08" w:rsidP="00B007B1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>Documento di identificazione:</w:t>
            </w:r>
            <w:r w:rsidR="00734D12" w:rsidRPr="005340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2CD4"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007B1" w:rsidRPr="005340A7" w14:paraId="515DC903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9BF0CE1" w14:textId="77777777" w:rsidR="00B007B1" w:rsidRPr="005340A7" w:rsidRDefault="00B007B1" w:rsidP="00D12CD4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1FE31F15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5F5578D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2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02C7F70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6219C8A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127F4476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721B10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2F85177F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240AF4CA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2C2817" w14:textId="77777777" w:rsidR="00212DCC" w:rsidRPr="005340A7" w:rsidRDefault="00B007B1" w:rsidP="00B007B1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007B1" w:rsidRPr="005340A7" w14:paraId="4DF20092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35DBB94" w14:textId="77777777" w:rsidR="00B007B1" w:rsidRPr="005340A7" w:rsidRDefault="00B007B1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0CD4641A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80CB8C7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3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7B199F07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0F6CF99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3786E465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F4B8ED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63674BD0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6130447E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10DE62" w14:textId="77777777" w:rsidR="00212DCC" w:rsidRPr="005340A7" w:rsidRDefault="00212DCC" w:rsidP="00B007B1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007B1" w:rsidRPr="005340A7" w14:paraId="5D4974DF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3C08F63" w14:textId="77777777" w:rsidR="00B007B1" w:rsidRPr="005340A7" w:rsidRDefault="00B007B1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62AF0871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61579C8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4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0EDE7A3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1DC4D54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1B8F65B0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3CC011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20A12FAF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0DC683D7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E3B5E8" w14:textId="77777777" w:rsidR="00212DCC" w:rsidRPr="005340A7" w:rsidRDefault="00212DCC" w:rsidP="00B007B1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007B1" w:rsidRPr="005340A7" w14:paraId="40B9AD82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3BC7AA4" w14:textId="77777777" w:rsidR="00B007B1" w:rsidRPr="005340A7" w:rsidRDefault="00B007B1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401C7590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E423C74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5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3E15FB04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C4BB03A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EB490DD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26486C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37B544C8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351D6E4D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D6E50A" w14:textId="77777777" w:rsidR="00212DCC" w:rsidRPr="005340A7" w:rsidRDefault="00212DCC" w:rsidP="00B007B1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007B1" w:rsidRPr="005340A7" w14:paraId="0F1D13FE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51D4641" w14:textId="77777777" w:rsidR="00B007B1" w:rsidRPr="005340A7" w:rsidRDefault="00B007B1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3BE17701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994ABB9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6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78CB7BF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C71BE34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729AA3FC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91E53F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45146E8A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1E13D28C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9F3728" w14:textId="77777777" w:rsidR="00212DCC" w:rsidRPr="005340A7" w:rsidRDefault="00212DCC" w:rsidP="00B007B1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007B1" w:rsidRPr="005340A7" w14:paraId="684D18AA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981169A" w14:textId="77777777" w:rsidR="00B007B1" w:rsidRPr="005340A7" w:rsidRDefault="00B007B1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5F9E37C0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0B8225F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7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30B96F0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EAA5BEA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7894FAF8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6CE991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1B4921B1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128ADAB4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CDA048" w14:textId="77777777" w:rsidR="00212DCC" w:rsidRPr="005340A7" w:rsidRDefault="00212DCC" w:rsidP="00B007B1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007B1" w:rsidRPr="005340A7" w14:paraId="131407F6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3F4D81F" w14:textId="77777777" w:rsidR="00B007B1" w:rsidRPr="005340A7" w:rsidRDefault="00B007B1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3825623A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2823506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8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5838D3B0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171DDCBC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6FA9E1F3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4E1652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45BB291F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729D0005" w14:textId="77777777" w:rsidTr="00BD6DC7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362E5B" w14:textId="77777777" w:rsidR="00212DCC" w:rsidRPr="005340A7" w:rsidRDefault="00212DCC" w:rsidP="00B007B1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D6DC7" w:rsidRPr="005340A7" w14:paraId="6C412614" w14:textId="77777777" w:rsidTr="006C0CF7">
        <w:trPr>
          <w:trHeight w:val="397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39D2A" w14:textId="27965F88" w:rsidR="00BD6DC7" w:rsidRPr="005340A7" w:rsidRDefault="00BD6DC7" w:rsidP="00BD6DC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8"/>
                <w:szCs w:val="18"/>
              </w:rPr>
              <w:t>La firma qui apposta vale come consenso a norma degli articoli 6, 7 e 9 del Regolamento (UE) 2016/679 del 27 aprile 2016 ai soli fini sopraindicati.</w:t>
            </w:r>
          </w:p>
        </w:tc>
      </w:tr>
      <w:tr w:rsidR="00432D94" w:rsidRPr="005340A7" w14:paraId="5CAC75C6" w14:textId="77777777" w:rsidTr="00BD6DC7">
        <w:trPr>
          <w:trHeight w:val="170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0C16AB0B" w14:textId="77777777" w:rsidR="00432D94" w:rsidRPr="005340A7" w:rsidRDefault="00432D94" w:rsidP="00BD6DC7">
            <w:pPr>
              <w:keepNext/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3C8F151A" w14:textId="77777777" w:rsidTr="00432D94">
        <w:trPr>
          <w:trHeight w:val="748"/>
          <w:jc w:val="center"/>
        </w:trPr>
        <w:tc>
          <w:tcPr>
            <w:tcW w:w="634" w:type="dxa"/>
            <w:tcBorders>
              <w:top w:val="nil"/>
              <w:left w:val="single" w:sz="8" w:space="0" w:color="auto"/>
            </w:tcBorders>
            <w:vAlign w:val="center"/>
          </w:tcPr>
          <w:p w14:paraId="5F2F1048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9</w:t>
            </w:r>
          </w:p>
        </w:tc>
        <w:tc>
          <w:tcPr>
            <w:tcW w:w="5745" w:type="dxa"/>
            <w:tcBorders>
              <w:top w:val="nil"/>
            </w:tcBorders>
            <w:vAlign w:val="bottom"/>
          </w:tcPr>
          <w:p w14:paraId="2B9094D1" w14:textId="77777777" w:rsidR="00B007B1" w:rsidRPr="005340A7" w:rsidRDefault="00B007B1" w:rsidP="00432D94">
            <w:pPr>
              <w:keepNext/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4A9D6A9" w14:textId="77777777" w:rsidR="00B007B1" w:rsidRPr="005340A7" w:rsidRDefault="00B007B1" w:rsidP="00432D94">
            <w:pPr>
              <w:keepNext/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nil"/>
            </w:tcBorders>
            <w:vAlign w:val="center"/>
          </w:tcPr>
          <w:p w14:paraId="629D0F33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nil"/>
              <w:right w:val="single" w:sz="8" w:space="0" w:color="auto"/>
            </w:tcBorders>
            <w:vAlign w:val="bottom"/>
          </w:tcPr>
          <w:p w14:paraId="3E5CF065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0E7F1681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43E73EA5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294FCD" w14:textId="77777777" w:rsidR="00212DCC" w:rsidRPr="005340A7" w:rsidRDefault="00212DCC" w:rsidP="004631DB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B007B1" w:rsidRPr="005340A7" w14:paraId="54CB386B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95B0B3F" w14:textId="77777777" w:rsidR="00B007B1" w:rsidRPr="005340A7" w:rsidRDefault="00B007B1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7638966C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340341F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10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211C352C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2309D65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2E12FF50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D96ED0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157CF7BC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4E5042AD" w14:textId="77777777" w:rsidTr="00495F5C">
        <w:trPr>
          <w:trHeight w:val="397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EFB719" w14:textId="77777777" w:rsidR="00212DCC" w:rsidRPr="005340A7" w:rsidRDefault="00212DCC" w:rsidP="004631DB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495F5C" w:rsidRPr="005340A7" w14:paraId="362268D1" w14:textId="77777777" w:rsidTr="00495F5C">
        <w:trPr>
          <w:trHeight w:hRule="exact" w:val="113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81AC5C7" w14:textId="77777777" w:rsidR="00495F5C" w:rsidRPr="005340A7" w:rsidRDefault="00495F5C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4578FDAC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1BE7C6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11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6978C92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EF87741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1D03FDFD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3392AD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7E8EC06C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5763B2E8" w14:textId="77777777" w:rsidTr="00A03F1A">
        <w:trPr>
          <w:trHeight w:val="369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A894DD" w14:textId="77777777" w:rsidR="00212DCC" w:rsidRPr="005340A7" w:rsidRDefault="00212DCC" w:rsidP="004631DB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D633ED" w:rsidRPr="005340A7" w14:paraId="15120173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D35935" w14:textId="77777777" w:rsidR="00D633ED" w:rsidRPr="005340A7" w:rsidRDefault="00D633ED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2795421B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ECE5F48" w14:textId="77777777" w:rsidR="00B007B1" w:rsidRPr="005340A7" w:rsidRDefault="00B007B1" w:rsidP="00AA13F2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12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7E2A4A6F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7767923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57121472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A7465C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0B431550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212DCC" w:rsidRPr="005340A7" w14:paraId="72913EBF" w14:textId="77777777" w:rsidTr="00A03F1A">
        <w:trPr>
          <w:trHeight w:val="369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15C773" w14:textId="77777777" w:rsidR="00212DCC" w:rsidRPr="005340A7" w:rsidRDefault="00212DCC" w:rsidP="004631DB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D633ED" w:rsidRPr="005340A7" w14:paraId="15DD1880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9211986" w14:textId="77777777" w:rsidR="00D633ED" w:rsidRPr="005340A7" w:rsidRDefault="00D633ED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403DA138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E01B2C7" w14:textId="77777777" w:rsidR="00B007B1" w:rsidRPr="005340A7" w:rsidRDefault="00B007B1" w:rsidP="00DE0DCB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13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023452B0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C54EDF9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513A409A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CD27F1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538213C7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DE0DCB" w:rsidRPr="005340A7" w14:paraId="27E0F004" w14:textId="77777777" w:rsidTr="00A03F1A">
        <w:trPr>
          <w:trHeight w:val="369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5EB8B7" w14:textId="77777777" w:rsidR="00DE0DCB" w:rsidRPr="005340A7" w:rsidRDefault="00DE0DCB" w:rsidP="004631DB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D633ED" w:rsidRPr="005340A7" w14:paraId="5C2A44D3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649162" w14:textId="77777777" w:rsidR="00D633ED" w:rsidRPr="005340A7" w:rsidRDefault="00D633ED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088CD4F1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C9F45F7" w14:textId="77777777" w:rsidR="00B007B1" w:rsidRPr="005340A7" w:rsidRDefault="00B007B1" w:rsidP="00DE0DCB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14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654C0379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02E24A1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75400F00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8C5D06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64D989EA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DE0DCB" w:rsidRPr="005340A7" w14:paraId="142B9322" w14:textId="77777777" w:rsidTr="00A03F1A">
        <w:trPr>
          <w:trHeight w:val="369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D1C97D" w14:textId="77777777" w:rsidR="00DE0DCB" w:rsidRPr="005340A7" w:rsidRDefault="00DE0DCB" w:rsidP="004631DB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D633ED" w:rsidRPr="005340A7" w14:paraId="46909D83" w14:textId="77777777" w:rsidTr="00495F5C">
        <w:trPr>
          <w:trHeight w:hRule="exact" w:val="170"/>
          <w:jc w:val="center"/>
        </w:trPr>
        <w:tc>
          <w:tcPr>
            <w:tcW w:w="10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6B84735" w14:textId="77777777" w:rsidR="00D633ED" w:rsidRPr="005340A7" w:rsidRDefault="00D633ED" w:rsidP="00AA13F2">
            <w:pPr>
              <w:tabs>
                <w:tab w:val="right" w:leader="dot" w:pos="9499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7B1" w:rsidRPr="005340A7" w14:paraId="2D2DC4C3" w14:textId="77777777" w:rsidTr="00495F5C">
        <w:trPr>
          <w:trHeight w:val="748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4F77B97" w14:textId="77777777" w:rsidR="00B007B1" w:rsidRPr="005340A7" w:rsidRDefault="00B007B1" w:rsidP="00DE0DCB">
            <w:pPr>
              <w:tabs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7"/>
              </w:rPr>
            </w:pPr>
            <w:r w:rsidRPr="005340A7">
              <w:rPr>
                <w:rFonts w:ascii="Arial" w:hAnsi="Arial" w:cs="Arial"/>
                <w:b/>
                <w:sz w:val="16"/>
                <w:szCs w:val="17"/>
              </w:rPr>
              <w:t>15</w:t>
            </w:r>
          </w:p>
        </w:tc>
        <w:tc>
          <w:tcPr>
            <w:tcW w:w="5745" w:type="dxa"/>
            <w:tcBorders>
              <w:top w:val="single" w:sz="8" w:space="0" w:color="auto"/>
            </w:tcBorders>
            <w:vAlign w:val="bottom"/>
          </w:tcPr>
          <w:p w14:paraId="154D10E5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88DEE24" w14:textId="77777777" w:rsidR="00B007B1" w:rsidRPr="005340A7" w:rsidRDefault="00B007B1" w:rsidP="00AA13F2">
            <w:pPr>
              <w:tabs>
                <w:tab w:val="right" w:leader="dot" w:pos="5605"/>
                <w:tab w:val="left" w:pos="8603"/>
              </w:tabs>
              <w:autoSpaceDE w:val="0"/>
              <w:autoSpaceDN w:val="0"/>
              <w:adjustRightInd w:val="0"/>
              <w:spacing w:before="160" w:after="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493" w:type="dxa"/>
            <w:tcBorders>
              <w:top w:val="single" w:sz="8" w:space="0" w:color="auto"/>
            </w:tcBorders>
            <w:vAlign w:val="center"/>
          </w:tcPr>
          <w:p w14:paraId="07F5C9D3" w14:textId="77777777" w:rsidR="00B007B1" w:rsidRPr="005340A7" w:rsidRDefault="00B007B1" w:rsidP="00AA13F2">
            <w:pPr>
              <w:tabs>
                <w:tab w:val="right" w:leader="dot" w:pos="2340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9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4C68F5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  <w:p w14:paraId="3D637FE2" w14:textId="77777777" w:rsidR="00B007B1" w:rsidRPr="005340A7" w:rsidRDefault="00B007B1" w:rsidP="00AA13F2">
            <w:pPr>
              <w:tabs>
                <w:tab w:val="right" w:leader="dot" w:pos="1761"/>
                <w:tab w:val="left" w:pos="3414"/>
                <w:tab w:val="left" w:pos="8603"/>
              </w:tabs>
              <w:autoSpaceDE w:val="0"/>
              <w:autoSpaceDN w:val="0"/>
              <w:adjustRightInd w:val="0"/>
              <w:spacing w:before="160" w:after="40"/>
              <w:jc w:val="right"/>
              <w:rPr>
                <w:rFonts w:ascii="Arial" w:hAnsi="Arial" w:cs="Arial"/>
                <w:sz w:val="14"/>
                <w:szCs w:val="17"/>
              </w:rPr>
            </w:pPr>
            <w:r w:rsidRPr="005340A7">
              <w:rPr>
                <w:rFonts w:ascii="Arial" w:hAnsi="Arial" w:cs="Arial"/>
                <w:sz w:val="14"/>
                <w:szCs w:val="17"/>
              </w:rPr>
              <w:tab/>
            </w:r>
          </w:p>
        </w:tc>
      </w:tr>
      <w:tr w:rsidR="00DE0DCB" w:rsidRPr="005340A7" w14:paraId="36DDF176" w14:textId="77777777" w:rsidTr="00973A14">
        <w:trPr>
          <w:trHeight w:val="369"/>
          <w:jc w:val="center"/>
        </w:trPr>
        <w:tc>
          <w:tcPr>
            <w:tcW w:w="1077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E24781" w14:textId="77777777" w:rsidR="00DE0DCB" w:rsidRPr="005340A7" w:rsidRDefault="00DE0DCB" w:rsidP="004631DB">
            <w:pPr>
              <w:tabs>
                <w:tab w:val="right" w:leader="dot" w:pos="10633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0A7">
              <w:rPr>
                <w:rFonts w:ascii="Arial" w:hAnsi="Arial" w:cs="Arial"/>
                <w:sz w:val="16"/>
                <w:szCs w:val="16"/>
              </w:rPr>
              <w:t xml:space="preserve">Documento di identificazione: </w:t>
            </w:r>
            <w:r w:rsidRPr="005340A7"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973A14" w:rsidRPr="005340A7" w14:paraId="0802D16B" w14:textId="77777777" w:rsidTr="00973A14">
        <w:trPr>
          <w:trHeight w:val="510"/>
          <w:jc w:val="center"/>
        </w:trPr>
        <w:tc>
          <w:tcPr>
            <w:tcW w:w="10773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46034F37" w14:textId="66D0534A" w:rsidR="00973A14" w:rsidRPr="005340A7" w:rsidRDefault="00973A14" w:rsidP="00973A1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340A7">
              <w:rPr>
                <w:rFonts w:ascii="Arial" w:hAnsi="Arial" w:cs="Arial"/>
                <w:sz w:val="18"/>
                <w:szCs w:val="18"/>
              </w:rPr>
              <w:t>La firma qui apposta vale come consenso a norma degli articoli 6, 7 e 9 del Regolamento (UE) 2016/679 del 27 aprile 2016 ai soli fini sopraindicati.</w:t>
            </w:r>
          </w:p>
        </w:tc>
      </w:tr>
    </w:tbl>
    <w:p w14:paraId="7B850E49" w14:textId="77777777" w:rsidR="00D01886" w:rsidRPr="005340A7" w:rsidRDefault="00D01886" w:rsidP="00D01886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  <w:bookmarkStart w:id="2" w:name="_Hlk4164104"/>
    </w:p>
    <w:bookmarkEnd w:id="2"/>
    <w:p w14:paraId="282945E3" w14:textId="77777777" w:rsidR="00124DFB" w:rsidRPr="005340A7" w:rsidRDefault="00124DFB" w:rsidP="0096621C">
      <w:pPr>
        <w:pStyle w:val="Titolo4"/>
        <w:keepNext w:val="0"/>
        <w:widowControl w:val="0"/>
        <w:pBdr>
          <w:top w:val="single" w:sz="4" w:space="5" w:color="auto"/>
        </w:pBdr>
        <w:spacing w:before="360"/>
        <w:ind w:right="57"/>
        <w:rPr>
          <w:b w:val="0"/>
          <w:w w:val="95"/>
        </w:rPr>
      </w:pPr>
      <w:r w:rsidRPr="005340A7">
        <w:rPr>
          <w:w w:val="95"/>
        </w:rPr>
        <w:t>AUTENTICAZIONE DELLE FIRME DEI SOTTOSCRITTORI</w:t>
      </w:r>
    </w:p>
    <w:p w14:paraId="526AEBEE" w14:textId="77777777" w:rsidR="00F30B4B" w:rsidRPr="005340A7" w:rsidRDefault="00F30B4B" w:rsidP="00F30B4B">
      <w:pPr>
        <w:widowControl w:val="0"/>
        <w:tabs>
          <w:tab w:val="right" w:leader="dot" w:pos="10773"/>
        </w:tabs>
        <w:autoSpaceDE w:val="0"/>
        <w:autoSpaceDN w:val="0"/>
        <w:adjustRightInd w:val="0"/>
        <w:spacing w:before="180"/>
        <w:ind w:firstLine="152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Io sottoscritto/a </w:t>
      </w:r>
      <w:r w:rsidRPr="005340A7">
        <w:rPr>
          <w:rFonts w:ascii="Arial" w:hAnsi="Arial" w:cs="Arial"/>
          <w:sz w:val="18"/>
          <w:szCs w:val="18"/>
        </w:rPr>
        <w:tab/>
      </w:r>
    </w:p>
    <w:p w14:paraId="6AE9FAD3" w14:textId="77777777" w:rsidR="00F30B4B" w:rsidRPr="005340A7" w:rsidRDefault="00F30B4B" w:rsidP="00F30B4B">
      <w:pPr>
        <w:widowControl w:val="0"/>
        <w:tabs>
          <w:tab w:val="right" w:leader="dot" w:pos="10773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nella mia qualità di </w:t>
      </w:r>
      <w:r w:rsidRPr="005340A7">
        <w:rPr>
          <w:rFonts w:ascii="Arial" w:hAnsi="Arial" w:cs="Arial"/>
          <w:sz w:val="18"/>
          <w:szCs w:val="18"/>
        </w:rPr>
        <w:tab/>
      </w:r>
    </w:p>
    <w:p w14:paraId="2D486A0A" w14:textId="77777777" w:rsidR="00F30B4B" w:rsidRPr="005340A7" w:rsidRDefault="00F30B4B" w:rsidP="00F30B4B">
      <w:pPr>
        <w:widowControl w:val="0"/>
        <w:tabs>
          <w:tab w:val="right" w:leader="dot" w:pos="10773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pacing w:val="-2"/>
          <w:sz w:val="18"/>
          <w:szCs w:val="18"/>
        </w:rPr>
      </w:pPr>
      <w:r w:rsidRPr="005340A7">
        <w:rPr>
          <w:rFonts w:ascii="Arial" w:hAnsi="Arial" w:cs="Arial"/>
          <w:spacing w:val="-2"/>
          <w:sz w:val="18"/>
          <w:szCs w:val="18"/>
        </w:rPr>
        <w:t xml:space="preserve">previa identificazione dei sottoscrittori, a norma dell’art. 21, comma 2, del d.P.R. 28 dicembre 2000 n. 445, con il documento </w:t>
      </w:r>
    </w:p>
    <w:p w14:paraId="4E18BF00" w14:textId="77777777" w:rsidR="00F30B4B" w:rsidRPr="005340A7" w:rsidRDefault="00F30B4B" w:rsidP="00F30B4B">
      <w:pPr>
        <w:widowControl w:val="0"/>
        <w:tabs>
          <w:tab w:val="right" w:leader="dot" w:pos="10773"/>
        </w:tabs>
        <w:autoSpaceDE w:val="0"/>
        <w:autoSpaceDN w:val="0"/>
        <w:adjustRightInd w:val="0"/>
        <w:spacing w:before="180"/>
        <w:jc w:val="both"/>
        <w:rPr>
          <w:rFonts w:ascii="Arial" w:hAnsi="Arial" w:cs="Arial"/>
          <w:sz w:val="18"/>
          <w:szCs w:val="18"/>
        </w:rPr>
      </w:pPr>
      <w:r w:rsidRPr="005340A7">
        <w:rPr>
          <w:rFonts w:ascii="Arial" w:hAnsi="Arial" w:cs="Arial"/>
          <w:sz w:val="18"/>
          <w:szCs w:val="18"/>
        </w:rPr>
        <w:t xml:space="preserve">segnato a margine di ciascuno, certifico vere e autentiche n. </w:t>
      </w:r>
      <w:r w:rsidRPr="005340A7">
        <w:rPr>
          <w:rFonts w:ascii="Arial" w:hAnsi="Arial" w:cs="Arial"/>
          <w:sz w:val="18"/>
          <w:szCs w:val="18"/>
        </w:rPr>
        <w:tab/>
      </w:r>
    </w:p>
    <w:p w14:paraId="266433C6" w14:textId="77777777" w:rsidR="00F30B4B" w:rsidRPr="005340A7" w:rsidRDefault="00F30B4B" w:rsidP="00F30B4B">
      <w:pPr>
        <w:widowControl w:val="0"/>
        <w:autoSpaceDE w:val="0"/>
        <w:autoSpaceDN w:val="0"/>
        <w:adjustRightInd w:val="0"/>
        <w:spacing w:line="100" w:lineRule="atLeast"/>
        <w:ind w:left="6521" w:right="57"/>
        <w:rPr>
          <w:rFonts w:ascii="Arial" w:hAnsi="Arial" w:cs="Arial"/>
          <w:i/>
          <w:iCs/>
          <w:spacing w:val="2"/>
          <w:sz w:val="16"/>
          <w:szCs w:val="15"/>
        </w:rPr>
      </w:pPr>
      <w:r w:rsidRPr="005340A7">
        <w:rPr>
          <w:rFonts w:ascii="Arial" w:hAnsi="Arial" w:cs="Arial"/>
          <w:i/>
          <w:iCs/>
          <w:sz w:val="16"/>
          <w:szCs w:val="15"/>
        </w:rPr>
        <w:t>(</w:t>
      </w:r>
      <w:r w:rsidRPr="005340A7">
        <w:rPr>
          <w:rFonts w:ascii="Arial" w:hAnsi="Arial" w:cs="Arial"/>
          <w:i/>
          <w:iCs/>
          <w:spacing w:val="2"/>
          <w:sz w:val="16"/>
          <w:szCs w:val="15"/>
        </w:rPr>
        <w:t>indicare il numero in cifre e in lettere)</w:t>
      </w:r>
    </w:p>
    <w:p w14:paraId="6D23056C" w14:textId="77777777" w:rsidR="00F30B4B" w:rsidRPr="005340A7" w:rsidRDefault="00F30B4B" w:rsidP="00F30B4B">
      <w:pPr>
        <w:widowControl w:val="0"/>
        <w:autoSpaceDE w:val="0"/>
        <w:autoSpaceDN w:val="0"/>
        <w:adjustRightInd w:val="0"/>
        <w:ind w:right="57"/>
        <w:jc w:val="both"/>
        <w:rPr>
          <w:rFonts w:ascii="Arial" w:hAnsi="Arial" w:cs="Arial"/>
          <w:spacing w:val="2"/>
          <w:sz w:val="18"/>
          <w:szCs w:val="18"/>
        </w:rPr>
      </w:pPr>
      <w:r w:rsidRPr="005340A7">
        <w:rPr>
          <w:rFonts w:ascii="Arial" w:hAnsi="Arial" w:cs="Arial"/>
          <w:spacing w:val="2"/>
          <w:sz w:val="18"/>
          <w:szCs w:val="18"/>
        </w:rPr>
        <w:t>firme apposte in mia presenza.</w:t>
      </w:r>
    </w:p>
    <w:p w14:paraId="7393FFE9" w14:textId="77777777" w:rsidR="009004B8" w:rsidRPr="005340A7" w:rsidRDefault="009004B8" w:rsidP="00D9484A">
      <w:pPr>
        <w:widowControl w:val="0"/>
        <w:autoSpaceDE w:val="0"/>
        <w:autoSpaceDN w:val="0"/>
        <w:adjustRightInd w:val="0"/>
        <w:spacing w:before="180"/>
        <w:rPr>
          <w:rFonts w:ascii="Arial" w:hAnsi="Arial" w:cs="Arial"/>
          <w:bCs/>
          <w:sz w:val="18"/>
          <w:szCs w:val="18"/>
        </w:rPr>
      </w:pPr>
      <w:r w:rsidRPr="005340A7">
        <w:rPr>
          <w:rFonts w:ascii="Arial" w:hAnsi="Arial" w:cs="Arial"/>
          <w:i/>
          <w:iCs/>
          <w:sz w:val="18"/>
          <w:szCs w:val="18"/>
        </w:rPr>
        <w:t>……………………………</w:t>
      </w:r>
      <w:r w:rsidR="009104D0" w:rsidRPr="005340A7">
        <w:rPr>
          <w:rFonts w:ascii="Arial" w:hAnsi="Arial" w:cs="Arial"/>
          <w:i/>
          <w:iCs/>
          <w:sz w:val="18"/>
          <w:szCs w:val="18"/>
        </w:rPr>
        <w:t>…………</w:t>
      </w:r>
      <w:r w:rsidRPr="005340A7">
        <w:rPr>
          <w:rFonts w:ascii="Arial" w:hAnsi="Arial" w:cs="Arial"/>
          <w:i/>
          <w:iCs/>
          <w:sz w:val="18"/>
          <w:szCs w:val="18"/>
        </w:rPr>
        <w:t>, data ………</w:t>
      </w:r>
      <w:proofErr w:type="gramStart"/>
      <w:r w:rsidR="001961D5" w:rsidRPr="005340A7">
        <w:rPr>
          <w:rFonts w:ascii="Arial" w:hAnsi="Arial" w:cs="Arial"/>
          <w:i/>
          <w:iCs/>
          <w:sz w:val="18"/>
          <w:szCs w:val="18"/>
        </w:rPr>
        <w:t>…….</w:t>
      </w:r>
      <w:proofErr w:type="gramEnd"/>
      <w:r w:rsidRPr="005340A7">
        <w:rPr>
          <w:rFonts w:ascii="Arial" w:hAnsi="Arial" w:cs="Arial"/>
          <w:i/>
          <w:iCs/>
          <w:sz w:val="18"/>
          <w:szCs w:val="18"/>
        </w:rPr>
        <w:t>…………</w:t>
      </w:r>
    </w:p>
    <w:p w14:paraId="58FEAFA7" w14:textId="4A773D44" w:rsidR="009004B8" w:rsidRPr="005340A7" w:rsidRDefault="0008584A" w:rsidP="0096621C">
      <w:pPr>
        <w:widowControl w:val="0"/>
        <w:autoSpaceDE w:val="0"/>
        <w:autoSpaceDN w:val="0"/>
        <w:adjustRightInd w:val="0"/>
        <w:spacing w:before="240"/>
        <w:ind w:left="5954"/>
        <w:jc w:val="center"/>
        <w:rPr>
          <w:rFonts w:ascii="Arial" w:hAnsi="Arial" w:cs="Arial"/>
          <w:bCs/>
          <w:sz w:val="15"/>
          <w:szCs w:val="15"/>
        </w:rPr>
      </w:pPr>
      <w:r w:rsidRPr="005340A7">
        <w:rPr>
          <w:rFonts w:ascii="Arial" w:hAnsi="Arial" w:cs="Arial"/>
          <w:bCs/>
          <w:noProof/>
          <w:sz w:val="18"/>
          <w:szCs w:val="15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E1A978" wp14:editId="13995F73">
                <wp:simplePos x="0" y="0"/>
                <wp:positionH relativeFrom="column">
                  <wp:posOffset>3171190</wp:posOffset>
                </wp:positionH>
                <wp:positionV relativeFrom="paragraph">
                  <wp:posOffset>-6985</wp:posOffset>
                </wp:positionV>
                <wp:extent cx="648000" cy="648000"/>
                <wp:effectExtent l="0" t="0" r="19050" b="1905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" cy="64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8F4BD3" w14:textId="77777777" w:rsidR="007900F5" w:rsidRPr="00E839C8" w:rsidRDefault="007900F5" w:rsidP="007900F5">
                            <w:pPr>
                              <w:jc w:val="center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665CC8CC" w14:textId="77777777" w:rsidR="007900F5" w:rsidRPr="00E839C8" w:rsidRDefault="007900F5" w:rsidP="007900F5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E839C8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1A978" id="Oval 2" o:spid="_x0000_s1027" style="position:absolute;left:0;text-align:left;margin-left:249.7pt;margin-top:-.55pt;width:51pt;height:5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">
                <v:textbox>
                  <w:txbxContent>
                    <w:p w14:paraId="7A8F4BD3" w14:textId="77777777" w:rsidR="007900F5" w:rsidRPr="00E839C8" w:rsidRDefault="007900F5" w:rsidP="007900F5">
                      <w:pPr>
                        <w:jc w:val="center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</w:p>
                    <w:p w14:paraId="665CC8CC" w14:textId="77777777" w:rsidR="007900F5" w:rsidRPr="00E839C8" w:rsidRDefault="007900F5" w:rsidP="007900F5">
                      <w:pPr>
                        <w:spacing w:before="40"/>
                        <w:jc w:val="center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E839C8">
                        <w:rPr>
                          <w:rFonts w:ascii="Arial" w:hAnsi="Arial" w:cs="Arial"/>
                          <w:sz w:val="13"/>
                          <w:szCs w:val="13"/>
                        </w:rPr>
                        <w:t>Timbro</w:t>
                      </w:r>
                    </w:p>
                  </w:txbxContent>
                </v:textbox>
              </v:oval>
            </w:pict>
          </mc:Fallback>
        </mc:AlternateContent>
      </w:r>
      <w:r w:rsidR="000D69F0" w:rsidRPr="005340A7">
        <w:rPr>
          <w:rFonts w:ascii="Arial" w:hAnsi="Arial" w:cs="Arial"/>
          <w:bCs/>
          <w:sz w:val="18"/>
          <w:szCs w:val="15"/>
        </w:rPr>
        <w:t>………………………………………………</w:t>
      </w:r>
      <w:r w:rsidR="000D69F0" w:rsidRPr="005340A7">
        <w:rPr>
          <w:bCs/>
          <w:sz w:val="18"/>
          <w:szCs w:val="15"/>
        </w:rPr>
        <w:t>………………</w:t>
      </w:r>
      <w:r w:rsidR="000D69F0" w:rsidRPr="005340A7">
        <w:rPr>
          <w:rFonts w:ascii="Arial" w:hAnsi="Arial" w:cs="Arial"/>
          <w:bCs/>
          <w:sz w:val="18"/>
          <w:szCs w:val="15"/>
        </w:rPr>
        <w:t>……</w:t>
      </w:r>
    </w:p>
    <w:p w14:paraId="3DA56C3D" w14:textId="77777777" w:rsidR="009004B8" w:rsidRPr="005340A7" w:rsidRDefault="009004B8" w:rsidP="009004B8">
      <w:pPr>
        <w:widowControl w:val="0"/>
        <w:autoSpaceDE w:val="0"/>
        <w:autoSpaceDN w:val="0"/>
        <w:adjustRightInd w:val="0"/>
        <w:ind w:left="5954"/>
        <w:jc w:val="center"/>
        <w:rPr>
          <w:rFonts w:ascii="Arial" w:hAnsi="Arial" w:cs="Arial"/>
          <w:sz w:val="15"/>
          <w:szCs w:val="15"/>
        </w:rPr>
      </w:pPr>
      <w:r w:rsidRPr="005340A7">
        <w:rPr>
          <w:rFonts w:ascii="Arial" w:hAnsi="Arial" w:cs="Arial"/>
          <w:sz w:val="15"/>
          <w:szCs w:val="15"/>
        </w:rPr>
        <w:t xml:space="preserve">Firma leggibile </w:t>
      </w:r>
      <w:r w:rsidRPr="005340A7">
        <w:rPr>
          <w:rFonts w:ascii="Arial" w:hAnsi="Arial" w:cs="Arial"/>
          <w:i/>
          <w:iCs/>
          <w:sz w:val="15"/>
          <w:szCs w:val="15"/>
        </w:rPr>
        <w:t>(nome e cognome per esteso)</w:t>
      </w:r>
    </w:p>
    <w:p w14:paraId="0E364072" w14:textId="77777777" w:rsidR="009004B8" w:rsidRPr="00DD3E39" w:rsidRDefault="009004B8" w:rsidP="009004B8">
      <w:pPr>
        <w:widowControl w:val="0"/>
        <w:autoSpaceDE w:val="0"/>
        <w:autoSpaceDN w:val="0"/>
        <w:adjustRightInd w:val="0"/>
        <w:ind w:left="5954"/>
        <w:jc w:val="center"/>
        <w:rPr>
          <w:rFonts w:ascii="Arial" w:hAnsi="Arial" w:cs="Arial"/>
          <w:sz w:val="15"/>
          <w:szCs w:val="15"/>
        </w:rPr>
      </w:pPr>
      <w:r w:rsidRPr="005340A7">
        <w:rPr>
          <w:rFonts w:ascii="Arial" w:hAnsi="Arial" w:cs="Arial"/>
          <w:sz w:val="15"/>
          <w:szCs w:val="15"/>
        </w:rPr>
        <w:t>del pubblico ufficiale che procede all'autenticazione</w:t>
      </w:r>
    </w:p>
    <w:sectPr w:rsidR="009004B8" w:rsidRPr="00DD3E39" w:rsidSect="004A2473">
      <w:footerReference w:type="default" r:id="rId8"/>
      <w:footerReference w:type="first" r:id="rId9"/>
      <w:pgSz w:w="11907" w:h="16840" w:code="9"/>
      <w:pgMar w:top="720" w:right="567" w:bottom="720" w:left="567" w:header="720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A5DCC" w14:textId="77777777" w:rsidR="004A2473" w:rsidRDefault="004A2473">
      <w:r>
        <w:separator/>
      </w:r>
    </w:p>
  </w:endnote>
  <w:endnote w:type="continuationSeparator" w:id="0">
    <w:p w14:paraId="2D3BA28A" w14:textId="77777777" w:rsidR="004A2473" w:rsidRDefault="004A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BQ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89"/>
      <w:gridCol w:w="1574"/>
      <w:gridCol w:w="8410"/>
    </w:tblGrid>
    <w:tr w:rsidR="009104D0" w:rsidRPr="00FC2A44" w14:paraId="4E1CFE76" w14:textId="77777777" w:rsidTr="0031787B">
      <w:trPr>
        <w:trHeight w:val="142"/>
        <w:jc w:val="center"/>
      </w:trPr>
      <w:tc>
        <w:tcPr>
          <w:tcW w:w="789" w:type="dxa"/>
          <w:vMerge w:val="restart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14:paraId="279425B5" w14:textId="35F11018" w:rsidR="009104D0" w:rsidRPr="00FC2A44" w:rsidRDefault="0031787B" w:rsidP="009104D0">
          <w:pPr>
            <w:ind w:right="7370"/>
            <w:jc w:val="right"/>
            <w:rPr>
              <w:rFonts w:ascii="Arial" w:eastAsia="Times" w:hAnsi="Arial" w:cs="Arial"/>
              <w:sz w:val="14"/>
              <w:szCs w:val="14"/>
            </w:rPr>
          </w:pPr>
          <w:r w:rsidRPr="00A315C4">
            <w:rPr>
              <w:noProof/>
            </w:rPr>
            <w:drawing>
              <wp:inline distT="0" distB="0" distL="0" distR="0" wp14:anchorId="7C032BB4" wp14:editId="20B08111">
                <wp:extent cx="447675" cy="161925"/>
                <wp:effectExtent l="0" t="0" r="0" b="0"/>
                <wp:docPr id="320629327" name="Immagine 3206293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7977639F" w14:textId="77777777" w:rsidR="009104D0" w:rsidRPr="00A1082D" w:rsidRDefault="009104D0" w:rsidP="009104D0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A1082D">
            <w:rPr>
              <w:rFonts w:ascii="Arial" w:eastAsia="Times" w:hAnsi="Arial" w:cs="Arial"/>
              <w:sz w:val="12"/>
              <w:szCs w:val="10"/>
            </w:rPr>
            <w:t>E18100</w:t>
          </w:r>
        </w:p>
      </w:tc>
      <w:tc>
        <w:tcPr>
          <w:tcW w:w="841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7435C6EA" w14:textId="77777777" w:rsidR="009104D0" w:rsidRPr="00FC2A44" w:rsidRDefault="009104D0" w:rsidP="009104D0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  <w:tr w:rsidR="009104D0" w:rsidRPr="00FC2A44" w14:paraId="63734A4B" w14:textId="77777777" w:rsidTr="0031787B">
      <w:trPr>
        <w:trHeight w:val="142"/>
        <w:jc w:val="center"/>
      </w:trPr>
      <w:tc>
        <w:tcPr>
          <w:tcW w:w="789" w:type="dxa"/>
          <w:vMerge/>
          <w:tcBorders>
            <w:top w:val="single" w:sz="4" w:space="0" w:color="auto"/>
            <w:bottom w:val="nil"/>
            <w:right w:val="nil"/>
          </w:tcBorders>
          <w:shd w:val="clear" w:color="auto" w:fill="auto"/>
        </w:tcPr>
        <w:p w14:paraId="495ACDA8" w14:textId="77777777" w:rsidR="009104D0" w:rsidRPr="00FC2A44" w:rsidRDefault="009104D0" w:rsidP="009104D0">
          <w:pPr>
            <w:ind w:right="7370"/>
            <w:rPr>
              <w:rFonts w:ascii="Arial" w:eastAsia="Times" w:hAnsi="Arial" w:cs="Arial"/>
              <w:sz w:val="14"/>
              <w:szCs w:val="14"/>
            </w:rPr>
          </w:pPr>
        </w:p>
      </w:tc>
      <w:tc>
        <w:tcPr>
          <w:tcW w:w="1574" w:type="dxa"/>
          <w:tcBorders>
            <w:top w:val="single" w:sz="4" w:space="0" w:color="auto"/>
            <w:left w:val="nil"/>
            <w:right w:val="nil"/>
          </w:tcBorders>
          <w:shd w:val="clear" w:color="auto" w:fill="auto"/>
          <w:vAlign w:val="center"/>
        </w:tcPr>
        <w:p w14:paraId="3B90893D" w14:textId="77777777" w:rsidR="009104D0" w:rsidRPr="00A1082D" w:rsidRDefault="009104D0" w:rsidP="009104D0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A1082D">
            <w:rPr>
              <w:rFonts w:ascii="Arial" w:eastAsia="Times" w:hAnsi="Arial" w:cs="Arial"/>
              <w:sz w:val="12"/>
              <w:szCs w:val="10"/>
            </w:rPr>
            <w:t>Grafiche E. Gaspari</w:t>
          </w:r>
        </w:p>
      </w:tc>
      <w:tc>
        <w:tcPr>
          <w:tcW w:w="841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32EDAF85" w14:textId="77777777" w:rsidR="009104D0" w:rsidRPr="00FC2A44" w:rsidRDefault="009104D0" w:rsidP="009104D0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</w:tbl>
  <w:p w14:paraId="58F61C4D" w14:textId="77777777" w:rsidR="009104D0" w:rsidRPr="00005135" w:rsidRDefault="009104D0" w:rsidP="009104D0">
    <w:pPr>
      <w:pStyle w:val="Pidipagina"/>
      <w:rPr>
        <w:rFonts w:ascii="Arial" w:hAnsi="Arial" w:cs="Arial"/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89"/>
      <w:gridCol w:w="1574"/>
      <w:gridCol w:w="8410"/>
    </w:tblGrid>
    <w:tr w:rsidR="00444DC5" w:rsidRPr="00FC2A44" w14:paraId="257FCC7E" w14:textId="77777777" w:rsidTr="00E87151">
      <w:trPr>
        <w:trHeight w:val="142"/>
        <w:jc w:val="center"/>
      </w:trPr>
      <w:tc>
        <w:tcPr>
          <w:tcW w:w="789" w:type="dxa"/>
          <w:vMerge w:val="restart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14:paraId="20D18868" w14:textId="7C70243A" w:rsidR="00444DC5" w:rsidRPr="00FC2A44" w:rsidRDefault="00401CF4" w:rsidP="0042166B">
          <w:pPr>
            <w:ind w:right="7370"/>
            <w:jc w:val="right"/>
            <w:rPr>
              <w:rFonts w:ascii="Arial" w:eastAsia="Times" w:hAnsi="Arial" w:cs="Arial"/>
              <w:sz w:val="14"/>
              <w:szCs w:val="14"/>
            </w:rPr>
          </w:pPr>
          <w:r w:rsidRPr="00A315C4">
            <w:rPr>
              <w:noProof/>
            </w:rPr>
            <w:drawing>
              <wp:inline distT="0" distB="0" distL="0" distR="0" wp14:anchorId="752AAEDE" wp14:editId="018366C6">
                <wp:extent cx="447675" cy="161925"/>
                <wp:effectExtent l="0" t="0" r="0" b="0"/>
                <wp:docPr id="1471674793" name="Immagine 14716747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216ACAF6" w14:textId="77777777" w:rsidR="00444DC5" w:rsidRPr="00A1082D" w:rsidRDefault="00444DC5" w:rsidP="0042166B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A1082D">
            <w:rPr>
              <w:rFonts w:ascii="Arial" w:eastAsia="Times" w:hAnsi="Arial" w:cs="Arial"/>
              <w:sz w:val="12"/>
              <w:szCs w:val="10"/>
            </w:rPr>
            <w:t>E18100</w:t>
          </w:r>
        </w:p>
      </w:tc>
      <w:tc>
        <w:tcPr>
          <w:tcW w:w="841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18F90D4C" w14:textId="77777777" w:rsidR="00444DC5" w:rsidRPr="00FC2A44" w:rsidRDefault="00444DC5" w:rsidP="0042166B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  <w:tr w:rsidR="00444DC5" w:rsidRPr="00FC2A44" w14:paraId="09FDA8F3" w14:textId="77777777" w:rsidTr="00E87151">
      <w:trPr>
        <w:trHeight w:val="142"/>
        <w:jc w:val="center"/>
      </w:trPr>
      <w:tc>
        <w:tcPr>
          <w:tcW w:w="789" w:type="dxa"/>
          <w:vMerge/>
          <w:tcBorders>
            <w:top w:val="single" w:sz="4" w:space="0" w:color="auto"/>
            <w:bottom w:val="nil"/>
            <w:right w:val="nil"/>
          </w:tcBorders>
          <w:shd w:val="clear" w:color="auto" w:fill="auto"/>
        </w:tcPr>
        <w:p w14:paraId="32D4B3DF" w14:textId="77777777" w:rsidR="00444DC5" w:rsidRPr="00FC2A44" w:rsidRDefault="00444DC5" w:rsidP="0042166B">
          <w:pPr>
            <w:ind w:right="7370"/>
            <w:rPr>
              <w:rFonts w:ascii="Arial" w:eastAsia="Times" w:hAnsi="Arial" w:cs="Arial"/>
              <w:sz w:val="14"/>
              <w:szCs w:val="14"/>
            </w:rPr>
          </w:pPr>
        </w:p>
      </w:tc>
      <w:tc>
        <w:tcPr>
          <w:tcW w:w="1574" w:type="dxa"/>
          <w:tcBorders>
            <w:top w:val="single" w:sz="4" w:space="0" w:color="auto"/>
            <w:left w:val="nil"/>
            <w:right w:val="nil"/>
          </w:tcBorders>
          <w:shd w:val="clear" w:color="auto" w:fill="auto"/>
          <w:vAlign w:val="center"/>
        </w:tcPr>
        <w:p w14:paraId="25055166" w14:textId="77777777" w:rsidR="00444DC5" w:rsidRPr="00A1082D" w:rsidRDefault="00444DC5" w:rsidP="0042166B">
          <w:pPr>
            <w:jc w:val="center"/>
            <w:rPr>
              <w:rFonts w:ascii="Arial" w:eastAsia="Times" w:hAnsi="Arial" w:cs="Arial"/>
              <w:sz w:val="12"/>
              <w:szCs w:val="10"/>
            </w:rPr>
          </w:pPr>
          <w:r w:rsidRPr="00A1082D">
            <w:rPr>
              <w:rFonts w:ascii="Arial" w:eastAsia="Times" w:hAnsi="Arial" w:cs="Arial"/>
              <w:sz w:val="12"/>
              <w:szCs w:val="10"/>
            </w:rPr>
            <w:t>Grafiche E. Gaspari</w:t>
          </w:r>
        </w:p>
      </w:tc>
      <w:tc>
        <w:tcPr>
          <w:tcW w:w="841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5810724C" w14:textId="77777777" w:rsidR="00444DC5" w:rsidRPr="00FC2A44" w:rsidRDefault="00444DC5" w:rsidP="0042166B">
          <w:pPr>
            <w:ind w:right="62"/>
            <w:rPr>
              <w:rFonts w:ascii="Arial" w:eastAsia="Times" w:hAnsi="Arial" w:cs="Arial"/>
              <w:sz w:val="10"/>
              <w:szCs w:val="10"/>
            </w:rPr>
          </w:pPr>
        </w:p>
      </w:tc>
    </w:tr>
  </w:tbl>
  <w:p w14:paraId="634735DC" w14:textId="77777777" w:rsidR="00444DC5" w:rsidRPr="00005135" w:rsidRDefault="00444DC5" w:rsidP="00444DC5">
    <w:pPr>
      <w:pStyle w:val="Pidipagina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E5E74" w14:textId="77777777" w:rsidR="004A2473" w:rsidRDefault="004A2473">
      <w:r>
        <w:separator/>
      </w:r>
    </w:p>
  </w:footnote>
  <w:footnote w:type="continuationSeparator" w:id="0">
    <w:p w14:paraId="0F50E8E7" w14:textId="77777777" w:rsidR="004A2473" w:rsidRDefault="004A2473">
      <w:r>
        <w:continuationSeparator/>
      </w:r>
    </w:p>
  </w:footnote>
  <w:footnote w:id="1">
    <w:p w14:paraId="7E03D590" w14:textId="77777777" w:rsidR="0086389C" w:rsidRPr="005340A7" w:rsidRDefault="0086389C" w:rsidP="0086389C">
      <w:pPr>
        <w:pStyle w:val="Testonotaapidipagina"/>
        <w:rPr>
          <w:rFonts w:ascii="Arial" w:hAnsi="Arial" w:cs="Arial"/>
          <w:sz w:val="16"/>
        </w:rPr>
      </w:pPr>
      <w:r w:rsidRPr="005340A7">
        <w:rPr>
          <w:rFonts w:ascii="Arial" w:hAnsi="Arial" w:cs="Arial"/>
          <w:sz w:val="16"/>
        </w:rPr>
        <w:t>(</w:t>
      </w:r>
      <w:r w:rsidRPr="005340A7">
        <w:rPr>
          <w:rStyle w:val="Rimandonotaapidipagina"/>
          <w:rFonts w:ascii="Arial" w:hAnsi="Arial" w:cs="Arial"/>
          <w:sz w:val="16"/>
          <w:vertAlign w:val="baseline"/>
        </w:rPr>
        <w:footnoteRef/>
      </w:r>
      <w:r w:rsidRPr="005340A7">
        <w:rPr>
          <w:rFonts w:ascii="Arial" w:hAnsi="Arial" w:cs="Arial"/>
          <w:sz w:val="16"/>
        </w:rPr>
        <w:t>) Si richiama l’attenzione sulla legge 23 novembre 2012, n. 215, concernente le rappresentanze di genere nella formazione delle liste dei candidati degli organi elettivi degli enti locali.</w:t>
      </w:r>
    </w:p>
  </w:footnote>
  <w:footnote w:id="2">
    <w:p w14:paraId="7A860067" w14:textId="7AD392A4" w:rsidR="00E030AB" w:rsidRPr="005340A7" w:rsidRDefault="0086389C" w:rsidP="0086389C">
      <w:pPr>
        <w:pStyle w:val="Testonotaapidipagina"/>
        <w:jc w:val="both"/>
        <w:rPr>
          <w:sz w:val="22"/>
        </w:rPr>
      </w:pPr>
      <w:r w:rsidRPr="005340A7">
        <w:rPr>
          <w:rFonts w:ascii="Arial" w:hAnsi="Arial" w:cs="Arial"/>
          <w:sz w:val="16"/>
        </w:rPr>
        <w:t>(</w:t>
      </w:r>
      <w:r w:rsidRPr="005340A7">
        <w:rPr>
          <w:rStyle w:val="Rimandonotaapidipagina"/>
          <w:rFonts w:ascii="Arial" w:hAnsi="Arial" w:cs="Arial"/>
          <w:sz w:val="16"/>
          <w:vertAlign w:val="baseline"/>
        </w:rPr>
        <w:footnoteRef/>
      </w:r>
      <w:r w:rsidRPr="005340A7">
        <w:rPr>
          <w:rFonts w:ascii="Arial" w:hAnsi="Arial" w:cs="Arial"/>
          <w:sz w:val="16"/>
        </w:rPr>
        <w:t xml:space="preserve">) </w:t>
      </w:r>
      <w:r w:rsidRPr="005340A7">
        <w:rPr>
          <w:rFonts w:ascii="Arial" w:hAnsi="Arial" w:cs="Arial"/>
          <w:sz w:val="16"/>
          <w:szCs w:val="14"/>
        </w:rPr>
        <w:t>Solo per i partiti o gruppi politici che abbiano avuto eletto un proprio rappresentante anche in una sola delle due Camere o nel Parlamento Europeo o che siano costituiti in gruppo parlamentare</w:t>
      </w:r>
      <w:r w:rsidR="00301CCB" w:rsidRPr="005340A7">
        <w:rPr>
          <w:rFonts w:ascii="Arial" w:hAnsi="Arial" w:cs="Arial"/>
          <w:sz w:val="16"/>
          <w:szCs w:val="14"/>
        </w:rPr>
        <w:t>,</w:t>
      </w:r>
      <w:r w:rsidRPr="005340A7">
        <w:rPr>
          <w:rFonts w:ascii="Arial" w:hAnsi="Arial" w:cs="Arial"/>
          <w:sz w:val="16"/>
          <w:szCs w:val="14"/>
        </w:rPr>
        <w:t xml:space="preserve"> anche in una sola delle due Camere</w:t>
      </w:r>
      <w:r w:rsidR="00301CCB" w:rsidRPr="005340A7">
        <w:rPr>
          <w:rFonts w:ascii="Arial" w:hAnsi="Arial" w:cs="Arial"/>
          <w:sz w:val="16"/>
          <w:szCs w:val="14"/>
        </w:rPr>
        <w:t>,</w:t>
      </w:r>
      <w:r w:rsidRPr="005340A7">
        <w:rPr>
          <w:rFonts w:ascii="Arial" w:hAnsi="Arial" w:cs="Arial"/>
          <w:sz w:val="16"/>
          <w:szCs w:val="14"/>
        </w:rPr>
        <w:t xml:space="preserve"> nella legislatura in corso.</w:t>
      </w:r>
    </w:p>
  </w:footnote>
  <w:footnote w:id="3">
    <w:p w14:paraId="338E9531" w14:textId="5BF96FB0" w:rsidR="0031787B" w:rsidRPr="0031787B" w:rsidRDefault="0031787B" w:rsidP="0031787B">
      <w:pPr>
        <w:pStyle w:val="Testonotaapidipagina"/>
        <w:jc w:val="both"/>
        <w:rPr>
          <w:rStyle w:val="Rimandonotaapidipagina"/>
          <w:rFonts w:ascii="Arial" w:hAnsi="Arial" w:cs="Arial"/>
          <w:sz w:val="16"/>
          <w:vertAlign w:val="baseline"/>
        </w:rPr>
      </w:pPr>
      <w:r w:rsidRPr="005340A7">
        <w:rPr>
          <w:szCs w:val="14"/>
        </w:rPr>
        <w:t>(</w:t>
      </w:r>
      <w:r w:rsidRPr="005340A7">
        <w:rPr>
          <w:rFonts w:ascii="Arial" w:hAnsi="Arial" w:cs="Arial"/>
          <w:sz w:val="16"/>
          <w:szCs w:val="10"/>
        </w:rPr>
        <w:footnoteRef/>
      </w:r>
      <w:r w:rsidRPr="005340A7">
        <w:rPr>
          <w:szCs w:val="14"/>
        </w:rPr>
        <w:t xml:space="preserve">) </w:t>
      </w:r>
      <w:r w:rsidRPr="005340A7">
        <w:rPr>
          <w:rFonts w:ascii="Arial" w:hAnsi="Arial" w:cs="Arial"/>
          <w:sz w:val="16"/>
          <w:szCs w:val="14"/>
        </w:rPr>
        <w:t>Indicare la data in cui la presente dichiarazione viene presentata alla segreteria del Comune.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57A48"/>
    <w:multiLevelType w:val="hybridMultilevel"/>
    <w:tmpl w:val="B7EC8674"/>
    <w:lvl w:ilvl="0" w:tplc="800E236C">
      <w:start w:val="1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/>
        <w:spacing w:val="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C65276A"/>
    <w:multiLevelType w:val="hybridMultilevel"/>
    <w:tmpl w:val="EF982F86"/>
    <w:lvl w:ilvl="0" w:tplc="FCF859E4">
      <w:start w:val="1"/>
      <w:numFmt w:val="decimal"/>
      <w:lvlText w:val="%1."/>
      <w:lvlJc w:val="left"/>
      <w:pPr>
        <w:tabs>
          <w:tab w:val="num" w:pos="700"/>
        </w:tabs>
        <w:ind w:left="700" w:hanging="43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48"/>
        </w:tabs>
        <w:ind w:left="13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68"/>
        </w:tabs>
        <w:ind w:left="20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88"/>
        </w:tabs>
        <w:ind w:left="27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08"/>
        </w:tabs>
        <w:ind w:left="35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28"/>
        </w:tabs>
        <w:ind w:left="42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48"/>
        </w:tabs>
        <w:ind w:left="49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68"/>
        </w:tabs>
        <w:ind w:left="56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88"/>
        </w:tabs>
        <w:ind w:left="6388" w:hanging="180"/>
      </w:pPr>
    </w:lvl>
  </w:abstractNum>
  <w:abstractNum w:abstractNumId="2" w15:restartNumberingAfterBreak="0">
    <w:nsid w:val="2189441E"/>
    <w:multiLevelType w:val="hybridMultilevel"/>
    <w:tmpl w:val="3CCEFB1A"/>
    <w:lvl w:ilvl="0" w:tplc="5B74E9D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843103A"/>
    <w:multiLevelType w:val="hybridMultilevel"/>
    <w:tmpl w:val="45A06150"/>
    <w:lvl w:ilvl="0" w:tplc="8318CF7C">
      <w:start w:val="1"/>
      <w:numFmt w:val="lowerLetter"/>
      <w:lvlText w:val="%1)"/>
      <w:lvlJc w:val="left"/>
      <w:pPr>
        <w:tabs>
          <w:tab w:val="num" w:pos="1401"/>
        </w:tabs>
        <w:ind w:left="1401" w:hanging="816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 w16cid:durableId="1764689008">
    <w:abstractNumId w:val="2"/>
  </w:num>
  <w:num w:numId="2" w16cid:durableId="1591042672">
    <w:abstractNumId w:val="1"/>
  </w:num>
  <w:num w:numId="3" w16cid:durableId="692923119">
    <w:abstractNumId w:val="3"/>
  </w:num>
  <w:num w:numId="4" w16cid:durableId="1311013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it-IT" w:vendorID="3" w:dllVersion="517" w:checkStyle="1"/>
  <w:proofState w:spelling="clean" w:grammar="clean"/>
  <w:attachedTemplate r:id="rId1"/>
  <w:defaultTabStop w:val="709"/>
  <w:hyphenationZone w:val="283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D63"/>
    <w:rsid w:val="00024FB2"/>
    <w:rsid w:val="00040552"/>
    <w:rsid w:val="00045172"/>
    <w:rsid w:val="00060D03"/>
    <w:rsid w:val="00077D67"/>
    <w:rsid w:val="00080760"/>
    <w:rsid w:val="0008584A"/>
    <w:rsid w:val="000969EC"/>
    <w:rsid w:val="000A7D7B"/>
    <w:rsid w:val="000D040D"/>
    <w:rsid w:val="000D69F0"/>
    <w:rsid w:val="000E349C"/>
    <w:rsid w:val="00117CAD"/>
    <w:rsid w:val="00124DFB"/>
    <w:rsid w:val="001250E1"/>
    <w:rsid w:val="00145594"/>
    <w:rsid w:val="0015668C"/>
    <w:rsid w:val="00161A46"/>
    <w:rsid w:val="0016716D"/>
    <w:rsid w:val="001762B2"/>
    <w:rsid w:val="001961D5"/>
    <w:rsid w:val="001A2749"/>
    <w:rsid w:val="00212DCC"/>
    <w:rsid w:val="0023257F"/>
    <w:rsid w:val="00246BA1"/>
    <w:rsid w:val="0025192F"/>
    <w:rsid w:val="00251E3A"/>
    <w:rsid w:val="002542A0"/>
    <w:rsid w:val="002A0D7C"/>
    <w:rsid w:val="002C6D82"/>
    <w:rsid w:val="002D13FB"/>
    <w:rsid w:val="002E5967"/>
    <w:rsid w:val="00301CCB"/>
    <w:rsid w:val="0031787B"/>
    <w:rsid w:val="0032257A"/>
    <w:rsid w:val="00323255"/>
    <w:rsid w:val="00396075"/>
    <w:rsid w:val="00397D2B"/>
    <w:rsid w:val="00397DFE"/>
    <w:rsid w:val="003C614B"/>
    <w:rsid w:val="003D199A"/>
    <w:rsid w:val="003E4400"/>
    <w:rsid w:val="003F0D91"/>
    <w:rsid w:val="003F754E"/>
    <w:rsid w:val="00401CF4"/>
    <w:rsid w:val="00401D42"/>
    <w:rsid w:val="00403F28"/>
    <w:rsid w:val="0042166B"/>
    <w:rsid w:val="0043081B"/>
    <w:rsid w:val="00432D94"/>
    <w:rsid w:val="00434CAC"/>
    <w:rsid w:val="00444DC5"/>
    <w:rsid w:val="00450207"/>
    <w:rsid w:val="00460366"/>
    <w:rsid w:val="004631DB"/>
    <w:rsid w:val="00470B6E"/>
    <w:rsid w:val="00474ECB"/>
    <w:rsid w:val="00482C0D"/>
    <w:rsid w:val="00495F5C"/>
    <w:rsid w:val="004A2473"/>
    <w:rsid w:val="004B176B"/>
    <w:rsid w:val="004B3DC6"/>
    <w:rsid w:val="004C54DF"/>
    <w:rsid w:val="004C66BA"/>
    <w:rsid w:val="004D39C6"/>
    <w:rsid w:val="00502234"/>
    <w:rsid w:val="00505D63"/>
    <w:rsid w:val="0050766D"/>
    <w:rsid w:val="00511C9C"/>
    <w:rsid w:val="005340A7"/>
    <w:rsid w:val="005356F0"/>
    <w:rsid w:val="005375E1"/>
    <w:rsid w:val="00544F8C"/>
    <w:rsid w:val="00566A32"/>
    <w:rsid w:val="00576383"/>
    <w:rsid w:val="00582CE7"/>
    <w:rsid w:val="00594635"/>
    <w:rsid w:val="005C5C36"/>
    <w:rsid w:val="005E1999"/>
    <w:rsid w:val="005E674F"/>
    <w:rsid w:val="00635124"/>
    <w:rsid w:val="00664BB9"/>
    <w:rsid w:val="00670F50"/>
    <w:rsid w:val="00684504"/>
    <w:rsid w:val="00684B14"/>
    <w:rsid w:val="006A56F5"/>
    <w:rsid w:val="006C0CF7"/>
    <w:rsid w:val="006C2FF0"/>
    <w:rsid w:val="006E3819"/>
    <w:rsid w:val="006E3989"/>
    <w:rsid w:val="006F0F94"/>
    <w:rsid w:val="00706057"/>
    <w:rsid w:val="00734D12"/>
    <w:rsid w:val="00751EF3"/>
    <w:rsid w:val="00777B22"/>
    <w:rsid w:val="007900F5"/>
    <w:rsid w:val="007A2133"/>
    <w:rsid w:val="007B6AAA"/>
    <w:rsid w:val="007D43FA"/>
    <w:rsid w:val="00816C12"/>
    <w:rsid w:val="00841B4D"/>
    <w:rsid w:val="0084674D"/>
    <w:rsid w:val="0086389C"/>
    <w:rsid w:val="0087599D"/>
    <w:rsid w:val="008A6AA8"/>
    <w:rsid w:val="008A6F0E"/>
    <w:rsid w:val="008B7BF3"/>
    <w:rsid w:val="008E0C5D"/>
    <w:rsid w:val="009004B8"/>
    <w:rsid w:val="00900B2F"/>
    <w:rsid w:val="009104D0"/>
    <w:rsid w:val="00953CEA"/>
    <w:rsid w:val="009561A7"/>
    <w:rsid w:val="0096621C"/>
    <w:rsid w:val="0096662C"/>
    <w:rsid w:val="00973A14"/>
    <w:rsid w:val="009939FF"/>
    <w:rsid w:val="009976EE"/>
    <w:rsid w:val="009B39B0"/>
    <w:rsid w:val="009B6E46"/>
    <w:rsid w:val="009D4502"/>
    <w:rsid w:val="009F2040"/>
    <w:rsid w:val="00A03F1A"/>
    <w:rsid w:val="00A05CC0"/>
    <w:rsid w:val="00A0630A"/>
    <w:rsid w:val="00A1082D"/>
    <w:rsid w:val="00A20711"/>
    <w:rsid w:val="00A20F37"/>
    <w:rsid w:val="00A23818"/>
    <w:rsid w:val="00A50798"/>
    <w:rsid w:val="00A52A72"/>
    <w:rsid w:val="00A64ADB"/>
    <w:rsid w:val="00A729FB"/>
    <w:rsid w:val="00A751B6"/>
    <w:rsid w:val="00A8607B"/>
    <w:rsid w:val="00A93B97"/>
    <w:rsid w:val="00A947F9"/>
    <w:rsid w:val="00A94EC1"/>
    <w:rsid w:val="00AA13F2"/>
    <w:rsid w:val="00AD693B"/>
    <w:rsid w:val="00AE693F"/>
    <w:rsid w:val="00B007B1"/>
    <w:rsid w:val="00B21C97"/>
    <w:rsid w:val="00B33D08"/>
    <w:rsid w:val="00B41F14"/>
    <w:rsid w:val="00B60ECC"/>
    <w:rsid w:val="00B82DA1"/>
    <w:rsid w:val="00BA10C5"/>
    <w:rsid w:val="00BA6133"/>
    <w:rsid w:val="00BB0600"/>
    <w:rsid w:val="00BB244F"/>
    <w:rsid w:val="00BC7295"/>
    <w:rsid w:val="00BD6DC7"/>
    <w:rsid w:val="00C135F0"/>
    <w:rsid w:val="00C23E5F"/>
    <w:rsid w:val="00C31349"/>
    <w:rsid w:val="00C4259C"/>
    <w:rsid w:val="00C42793"/>
    <w:rsid w:val="00C636EF"/>
    <w:rsid w:val="00C64A29"/>
    <w:rsid w:val="00C948E8"/>
    <w:rsid w:val="00C94D98"/>
    <w:rsid w:val="00CB7FEA"/>
    <w:rsid w:val="00CE4AD5"/>
    <w:rsid w:val="00D01886"/>
    <w:rsid w:val="00D12CD4"/>
    <w:rsid w:val="00D135C8"/>
    <w:rsid w:val="00D346E4"/>
    <w:rsid w:val="00D633ED"/>
    <w:rsid w:val="00D70E90"/>
    <w:rsid w:val="00D74E45"/>
    <w:rsid w:val="00D84D64"/>
    <w:rsid w:val="00D9484A"/>
    <w:rsid w:val="00DD3E39"/>
    <w:rsid w:val="00DE0DCB"/>
    <w:rsid w:val="00DE568C"/>
    <w:rsid w:val="00DF4A44"/>
    <w:rsid w:val="00E030AB"/>
    <w:rsid w:val="00E0470C"/>
    <w:rsid w:val="00E422C2"/>
    <w:rsid w:val="00E857B3"/>
    <w:rsid w:val="00E87151"/>
    <w:rsid w:val="00E95A4A"/>
    <w:rsid w:val="00EA6A65"/>
    <w:rsid w:val="00EC15A5"/>
    <w:rsid w:val="00EC31AD"/>
    <w:rsid w:val="00EC7662"/>
    <w:rsid w:val="00ED0DF8"/>
    <w:rsid w:val="00EF1C2A"/>
    <w:rsid w:val="00F16ED4"/>
    <w:rsid w:val="00F30B4B"/>
    <w:rsid w:val="00F52BD7"/>
    <w:rsid w:val="00F53F08"/>
    <w:rsid w:val="00F643BE"/>
    <w:rsid w:val="00F67B05"/>
    <w:rsid w:val="00F73BA4"/>
    <w:rsid w:val="00F90110"/>
    <w:rsid w:val="00F9393E"/>
    <w:rsid w:val="00FA0A84"/>
    <w:rsid w:val="00FC5A91"/>
    <w:rsid w:val="00FC685E"/>
    <w:rsid w:val="00FD37B2"/>
    <w:rsid w:val="00FE73E2"/>
    <w:rsid w:val="00F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54C536"/>
  <w15:chartTrackingRefBased/>
  <w15:docId w15:val="{58AFD7E0-6323-414A-97E7-E359C505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04D0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spacing w:after="252"/>
      <w:ind w:left="4328"/>
      <w:outlineLvl w:val="0"/>
    </w:pPr>
    <w:rPr>
      <w:rFonts w:ascii="Helvetica BQ" w:hAnsi="Helvetica BQ"/>
      <w:b/>
      <w:bCs/>
      <w:sz w:val="21"/>
      <w:szCs w:val="21"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sz w:val="13"/>
      <w:szCs w:val="17"/>
    </w:rPr>
  </w:style>
  <w:style w:type="paragraph" w:styleId="Titolo3">
    <w:name w:val="heading 3"/>
    <w:basedOn w:val="Normale"/>
    <w:next w:val="Normale"/>
    <w:qFormat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sz w:val="12"/>
      <w:szCs w:val="17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spacing w:after="27"/>
      <w:ind w:right="56"/>
      <w:jc w:val="center"/>
      <w:outlineLvl w:val="3"/>
    </w:pPr>
    <w:rPr>
      <w:rFonts w:ascii="Arial" w:hAnsi="Arial" w:cs="Arial"/>
      <w:b/>
      <w:bCs/>
      <w:sz w:val="18"/>
      <w:szCs w:val="21"/>
    </w:rPr>
  </w:style>
  <w:style w:type="paragraph" w:styleId="Titolo5">
    <w:name w:val="heading 5"/>
    <w:basedOn w:val="Normale"/>
    <w:next w:val="Normale"/>
    <w:qFormat/>
    <w:pPr>
      <w:keepNext/>
      <w:autoSpaceDE w:val="0"/>
      <w:autoSpaceDN w:val="0"/>
      <w:adjustRightInd w:val="0"/>
      <w:spacing w:after="50"/>
      <w:ind w:left="1413"/>
      <w:jc w:val="both"/>
      <w:outlineLvl w:val="4"/>
    </w:pPr>
    <w:rPr>
      <w:rFonts w:ascii="Arial" w:hAnsi="Arial" w:cs="Arial"/>
      <w:b/>
      <w:bCs/>
      <w:sz w:val="21"/>
      <w:szCs w:val="21"/>
      <w:u w:val="single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sz w:val="15"/>
      <w:szCs w:val="15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spacing w:before="60" w:after="30"/>
      <w:jc w:val="center"/>
      <w:outlineLvl w:val="6"/>
    </w:pPr>
    <w:rPr>
      <w:rFonts w:ascii="Arial" w:hAnsi="Arial"/>
      <w:b/>
      <w:bCs/>
      <w:sz w:val="28"/>
      <w:szCs w:val="3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autoSpaceDE w:val="0"/>
      <w:autoSpaceDN w:val="0"/>
      <w:adjustRightInd w:val="0"/>
      <w:spacing w:after="263" w:line="360" w:lineRule="auto"/>
      <w:ind w:firstLine="214"/>
      <w:jc w:val="both"/>
    </w:pPr>
    <w:rPr>
      <w:rFonts w:ascii="Arial" w:hAnsi="Arial" w:cs="Arial"/>
      <w:sz w:val="19"/>
      <w:szCs w:val="19"/>
    </w:rPr>
  </w:style>
  <w:style w:type="paragraph" w:styleId="Corpotesto">
    <w:name w:val="Body Text"/>
    <w:basedOn w:val="Normale"/>
    <w:semiHidden/>
    <w:pPr>
      <w:tabs>
        <w:tab w:val="left" w:pos="3414"/>
        <w:tab w:val="left" w:pos="8603"/>
      </w:tabs>
      <w:autoSpaceDE w:val="0"/>
      <w:autoSpaceDN w:val="0"/>
      <w:adjustRightInd w:val="0"/>
      <w:spacing w:after="574" w:line="360" w:lineRule="auto"/>
      <w:jc w:val="both"/>
    </w:pPr>
    <w:rPr>
      <w:rFonts w:ascii="Arial" w:hAnsi="Arial" w:cs="Arial"/>
      <w:sz w:val="19"/>
      <w:szCs w:val="17"/>
    </w:rPr>
  </w:style>
  <w:style w:type="paragraph" w:styleId="Rientrocorpodeltesto2">
    <w:name w:val="Body Text Indent 2"/>
    <w:basedOn w:val="Normale"/>
    <w:semiHidden/>
    <w:pPr>
      <w:autoSpaceDE w:val="0"/>
      <w:autoSpaceDN w:val="0"/>
      <w:adjustRightInd w:val="0"/>
      <w:ind w:left="-16"/>
      <w:jc w:val="center"/>
    </w:pPr>
    <w:rPr>
      <w:rFonts w:ascii="Arial" w:hAnsi="Arial" w:cs="Arial"/>
      <w:b/>
      <w:bCs/>
      <w:sz w:val="20"/>
      <w:szCs w:val="21"/>
    </w:rPr>
  </w:style>
  <w:style w:type="character" w:styleId="Numeropagina">
    <w:name w:val="page number"/>
    <w:basedOn w:val="Carpredefinitoparagrafo"/>
    <w:semiHidden/>
  </w:style>
  <w:style w:type="character" w:customStyle="1" w:styleId="Titolo2Carattere">
    <w:name w:val="Titolo 2 Carattere"/>
    <w:rPr>
      <w:rFonts w:ascii="Arial" w:hAnsi="Arial" w:cs="Arial"/>
      <w:b/>
      <w:bCs/>
      <w:sz w:val="13"/>
      <w:szCs w:val="17"/>
    </w:rPr>
  </w:style>
  <w:style w:type="character" w:customStyle="1" w:styleId="Titolo3Carattere">
    <w:name w:val="Titolo 3 Carattere"/>
    <w:rPr>
      <w:rFonts w:ascii="Arial" w:hAnsi="Arial" w:cs="Arial"/>
      <w:b/>
      <w:bCs/>
      <w:sz w:val="12"/>
      <w:szCs w:val="17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544F8C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46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46E4"/>
  </w:style>
  <w:style w:type="character" w:styleId="Rimandonotaapidipagina">
    <w:name w:val="footnote reference"/>
    <w:uiPriority w:val="99"/>
    <w:semiHidden/>
    <w:unhideWhenUsed/>
    <w:rsid w:val="00D346E4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511C9C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9D4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1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spariadmin\Dati%20applicazioni\Microsoft\Modelli\webE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12EBC-A65B-4877-9B03-EA394AFA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webEle.dot</Template>
  <TotalTime>72</TotalTime>
  <Pages>4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PRESENTAZIONE DI UN CANDIDATO alla carica di Sindaco e di una lista di candidati alla carica di consigliere comunale per i comuni con popolazione sino a 15</vt:lpstr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PRESENTAZIONE DI UN CANDIDATO alla carica di Sindaco e di una lista di candidati alla carica di consigliere comunale per i comuni con popolazione sino a 15</dc:title>
  <dc:subject/>
  <dc:creator>Grafiche E.Gaspari S.r.l.</dc:creator>
  <cp:keywords/>
  <dc:description/>
  <cp:lastModifiedBy>Riccardo Moraldi</cp:lastModifiedBy>
  <cp:revision>54</cp:revision>
  <cp:lastPrinted>2014-04-14T14:18:00Z</cp:lastPrinted>
  <dcterms:created xsi:type="dcterms:W3CDTF">2020-07-22T07:40:00Z</dcterms:created>
  <dcterms:modified xsi:type="dcterms:W3CDTF">2024-04-09T11:58:00Z</dcterms:modified>
</cp:coreProperties>
</file>